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A835DF" w14:textId="5D069ED3" w:rsidR="003C4FBB" w:rsidRDefault="003C4FBB" w:rsidP="003C4FBB">
      <w:pPr>
        <w:spacing w:after="0" w:line="240" w:lineRule="auto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Příloha č. </w:t>
      </w:r>
      <w:r w:rsidR="00D86AF7">
        <w:rPr>
          <w:rFonts w:eastAsia="Times New Roman" w:cs="Times New Roman"/>
          <w:lang w:eastAsia="cs-CZ"/>
        </w:rPr>
        <w:t>8</w:t>
      </w:r>
      <w:r w:rsidR="0025546E">
        <w:rPr>
          <w:rFonts w:eastAsia="Times New Roman" w:cs="Times New Roman"/>
          <w:lang w:eastAsia="cs-CZ"/>
        </w:rPr>
        <w:t xml:space="preserve"> Zadávací dokumentace</w:t>
      </w:r>
    </w:p>
    <w:p w14:paraId="3E278181" w14:textId="37C30EAC" w:rsidR="003C4FBB" w:rsidRDefault="003C4FBB" w:rsidP="003C4FBB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 o splnění technické kvalifikace</w:t>
      </w:r>
      <w:r w:rsidR="00867065">
        <w:rPr>
          <w:rFonts w:eastAsia="Times New Roman"/>
        </w:rPr>
        <w:t xml:space="preserve"> – Seznam </w:t>
      </w:r>
      <w:r w:rsidR="00742A08">
        <w:rPr>
          <w:rFonts w:eastAsia="Times New Roman"/>
        </w:rPr>
        <w:t>nástrojů nebo pomůcek, provozních nebo technických zařízení</w:t>
      </w:r>
    </w:p>
    <w:p w14:paraId="0CA0155F" w14:textId="77777777" w:rsidR="003C4FBB" w:rsidRDefault="003C4FBB" w:rsidP="003C4FBB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p w14:paraId="57D07B99" w14:textId="23A7C596" w:rsidR="00867065" w:rsidRDefault="00867065" w:rsidP="003C4FBB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0" w:type="auto"/>
        <w:tblBorders>
          <w:top w:val="single" w:sz="2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930"/>
        <w:gridCol w:w="3402"/>
        <w:gridCol w:w="4528"/>
      </w:tblGrid>
      <w:tr w:rsidR="001D656A" w14:paraId="503072B1" w14:textId="77777777" w:rsidTr="00742A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5EEF0783" w14:textId="7F764802" w:rsidR="001D656A" w:rsidRDefault="001D656A" w:rsidP="003C4FBB">
            <w:pPr>
              <w:tabs>
                <w:tab w:val="num" w:pos="360"/>
              </w:tabs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 xml:space="preserve">Č. </w:t>
            </w:r>
          </w:p>
        </w:tc>
        <w:tc>
          <w:tcPr>
            <w:tcW w:w="340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39AFF021" w14:textId="3ED52A26" w:rsidR="001D656A" w:rsidRDefault="00742A08" w:rsidP="003C4FBB">
            <w:pPr>
              <w:tabs>
                <w:tab w:val="num" w:pos="360"/>
              </w:tabs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Vybavení</w:t>
            </w:r>
          </w:p>
        </w:tc>
        <w:tc>
          <w:tcPr>
            <w:tcW w:w="452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2D9BE1C1" w14:textId="576723B7" w:rsidR="001D656A" w:rsidRDefault="00742A08" w:rsidP="003C4FBB">
            <w:pPr>
              <w:tabs>
                <w:tab w:val="num" w:pos="360"/>
              </w:tabs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Číslo kalibračního listu*</w:t>
            </w:r>
          </w:p>
        </w:tc>
      </w:tr>
      <w:tr w:rsidR="001D656A" w14:paraId="60DA6E5D" w14:textId="77777777" w:rsidTr="00742A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14:paraId="062297AF" w14:textId="77B56783" w:rsidR="001D656A" w:rsidRDefault="001D656A" w:rsidP="003C4FBB">
            <w:pPr>
              <w:tabs>
                <w:tab w:val="num" w:pos="360"/>
              </w:tabs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1.</w:t>
            </w:r>
          </w:p>
        </w:tc>
        <w:tc>
          <w:tcPr>
            <w:tcW w:w="3402" w:type="dxa"/>
          </w:tcPr>
          <w:p w14:paraId="6DACD860" w14:textId="7C60171A" w:rsidR="001D656A" w:rsidRDefault="00742A08" w:rsidP="003C4FBB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 xml:space="preserve">Totální stanice v přesnosti </w:t>
            </w:r>
            <w:proofErr w:type="spellStart"/>
            <w:r>
              <w:rPr>
                <w:rFonts w:eastAsia="Times New Roman" w:cs="Times New Roman"/>
                <w:lang w:eastAsia="cs-CZ"/>
              </w:rPr>
              <w:t>max</w:t>
            </w:r>
            <w:proofErr w:type="spellEnd"/>
            <w:r>
              <w:rPr>
                <w:rFonts w:eastAsia="Times New Roman" w:cs="Times New Roman"/>
                <w:lang w:eastAsia="cs-CZ"/>
              </w:rPr>
              <w:t xml:space="preserve"> </w:t>
            </w:r>
            <w:r w:rsidRPr="003E2086">
              <w:rPr>
                <w:rFonts w:eastAsia="Times New Roman"/>
                <w:u w:color="394A58"/>
                <w:lang w:eastAsia="cs-CZ"/>
              </w:rPr>
              <w:t xml:space="preserve">2“ </w:t>
            </w:r>
            <w:proofErr w:type="spellStart"/>
            <w:r w:rsidRPr="003E2086">
              <w:rPr>
                <w:rFonts w:eastAsia="Times New Roman"/>
                <w:u w:color="394A58"/>
                <w:lang w:eastAsia="cs-CZ"/>
              </w:rPr>
              <w:t>ppm</w:t>
            </w:r>
            <w:proofErr w:type="spellEnd"/>
            <w:r w:rsidRPr="003E2086">
              <w:rPr>
                <w:rFonts w:eastAsia="Times New Roman"/>
                <w:u w:color="394A58"/>
                <w:lang w:eastAsia="cs-CZ"/>
              </w:rPr>
              <w:t xml:space="preserve"> 2+2</w:t>
            </w:r>
          </w:p>
        </w:tc>
        <w:tc>
          <w:tcPr>
            <w:tcW w:w="4528" w:type="dxa"/>
          </w:tcPr>
          <w:p w14:paraId="1AF5C02E" w14:textId="77777777" w:rsidR="001D656A" w:rsidRDefault="001D656A" w:rsidP="003C4FBB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</w:tr>
      <w:tr w:rsidR="001D656A" w14:paraId="0F23308F" w14:textId="77777777" w:rsidTr="00742A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14:paraId="43BC641E" w14:textId="05511749" w:rsidR="001D656A" w:rsidRDefault="001D656A" w:rsidP="003C4FBB">
            <w:pPr>
              <w:tabs>
                <w:tab w:val="num" w:pos="360"/>
              </w:tabs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2.</w:t>
            </w:r>
          </w:p>
        </w:tc>
        <w:tc>
          <w:tcPr>
            <w:tcW w:w="3402" w:type="dxa"/>
          </w:tcPr>
          <w:p w14:paraId="36C8D4D4" w14:textId="35C235FF" w:rsidR="001D656A" w:rsidRDefault="00742A08" w:rsidP="003C4FBB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 xml:space="preserve">Totální stanice v přesnosti </w:t>
            </w:r>
            <w:proofErr w:type="spellStart"/>
            <w:r>
              <w:rPr>
                <w:rFonts w:eastAsia="Times New Roman" w:cs="Times New Roman"/>
                <w:lang w:eastAsia="cs-CZ"/>
              </w:rPr>
              <w:t>max</w:t>
            </w:r>
            <w:proofErr w:type="spellEnd"/>
            <w:r>
              <w:rPr>
                <w:rFonts w:eastAsia="Times New Roman" w:cs="Times New Roman"/>
                <w:lang w:eastAsia="cs-CZ"/>
              </w:rPr>
              <w:t xml:space="preserve"> </w:t>
            </w:r>
            <w:r w:rsidRPr="003E2086">
              <w:rPr>
                <w:rFonts w:eastAsia="Times New Roman"/>
                <w:u w:color="394A58"/>
                <w:lang w:eastAsia="cs-CZ"/>
              </w:rPr>
              <w:t xml:space="preserve">2“ </w:t>
            </w:r>
            <w:proofErr w:type="spellStart"/>
            <w:r w:rsidRPr="003E2086">
              <w:rPr>
                <w:rFonts w:eastAsia="Times New Roman"/>
                <w:u w:color="394A58"/>
                <w:lang w:eastAsia="cs-CZ"/>
              </w:rPr>
              <w:t>ppm</w:t>
            </w:r>
            <w:proofErr w:type="spellEnd"/>
            <w:r w:rsidRPr="003E2086">
              <w:rPr>
                <w:rFonts w:eastAsia="Times New Roman"/>
                <w:u w:color="394A58"/>
                <w:lang w:eastAsia="cs-CZ"/>
              </w:rPr>
              <w:t xml:space="preserve"> 2+2</w:t>
            </w:r>
          </w:p>
        </w:tc>
        <w:tc>
          <w:tcPr>
            <w:tcW w:w="4528" w:type="dxa"/>
          </w:tcPr>
          <w:p w14:paraId="5199AA32" w14:textId="77777777" w:rsidR="001D656A" w:rsidRDefault="001D656A" w:rsidP="003C4FBB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</w:tr>
      <w:tr w:rsidR="001D656A" w14:paraId="69BAD2A6" w14:textId="77777777" w:rsidTr="00742A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14:paraId="64F11892" w14:textId="06E96EA3" w:rsidR="001D656A" w:rsidRDefault="00742A08" w:rsidP="00867065">
            <w:pPr>
              <w:tabs>
                <w:tab w:val="num" w:pos="360"/>
              </w:tabs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3.</w:t>
            </w:r>
          </w:p>
        </w:tc>
        <w:tc>
          <w:tcPr>
            <w:tcW w:w="3402" w:type="dxa"/>
          </w:tcPr>
          <w:p w14:paraId="540AA31B" w14:textId="31413729" w:rsidR="001D656A" w:rsidRDefault="00742A08" w:rsidP="00867065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 xml:space="preserve">Totální stanice v přesnosti </w:t>
            </w:r>
            <w:proofErr w:type="spellStart"/>
            <w:r>
              <w:rPr>
                <w:rFonts w:eastAsia="Times New Roman" w:cs="Times New Roman"/>
                <w:lang w:eastAsia="cs-CZ"/>
              </w:rPr>
              <w:t>max</w:t>
            </w:r>
            <w:proofErr w:type="spellEnd"/>
            <w:r>
              <w:rPr>
                <w:rFonts w:eastAsia="Times New Roman" w:cs="Times New Roman"/>
                <w:lang w:eastAsia="cs-CZ"/>
              </w:rPr>
              <w:t xml:space="preserve"> </w:t>
            </w:r>
            <w:r w:rsidRPr="003E2086">
              <w:rPr>
                <w:rFonts w:eastAsia="Times New Roman"/>
                <w:u w:color="394A58"/>
                <w:lang w:eastAsia="cs-CZ"/>
              </w:rPr>
              <w:t xml:space="preserve">2“ </w:t>
            </w:r>
            <w:proofErr w:type="spellStart"/>
            <w:r w:rsidRPr="003E2086">
              <w:rPr>
                <w:rFonts w:eastAsia="Times New Roman"/>
                <w:u w:color="394A58"/>
                <w:lang w:eastAsia="cs-CZ"/>
              </w:rPr>
              <w:t>ppm</w:t>
            </w:r>
            <w:proofErr w:type="spellEnd"/>
            <w:r w:rsidRPr="003E2086">
              <w:rPr>
                <w:rFonts w:eastAsia="Times New Roman"/>
                <w:u w:color="394A58"/>
                <w:lang w:eastAsia="cs-CZ"/>
              </w:rPr>
              <w:t xml:space="preserve"> 2+2</w:t>
            </w:r>
          </w:p>
        </w:tc>
        <w:tc>
          <w:tcPr>
            <w:tcW w:w="4528" w:type="dxa"/>
          </w:tcPr>
          <w:p w14:paraId="372035C0" w14:textId="77777777" w:rsidR="001D656A" w:rsidRDefault="001D656A" w:rsidP="003C4FBB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</w:tr>
      <w:tr w:rsidR="001D656A" w14:paraId="314C50D6" w14:textId="77777777" w:rsidTr="00742A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14:paraId="498B0F75" w14:textId="22B968E0" w:rsidR="001D656A" w:rsidRDefault="00742A08" w:rsidP="003C4FBB">
            <w:pPr>
              <w:tabs>
                <w:tab w:val="num" w:pos="360"/>
              </w:tabs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4</w:t>
            </w:r>
          </w:p>
        </w:tc>
        <w:tc>
          <w:tcPr>
            <w:tcW w:w="3402" w:type="dxa"/>
          </w:tcPr>
          <w:p w14:paraId="3F302A95" w14:textId="1A39D983" w:rsidR="001D656A" w:rsidRDefault="00742A08" w:rsidP="003C4FBB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 xml:space="preserve">Totální stanice v přesnosti </w:t>
            </w:r>
            <w:proofErr w:type="spellStart"/>
            <w:r>
              <w:rPr>
                <w:rFonts w:eastAsia="Times New Roman" w:cs="Times New Roman"/>
                <w:lang w:eastAsia="cs-CZ"/>
              </w:rPr>
              <w:t>max</w:t>
            </w:r>
            <w:proofErr w:type="spellEnd"/>
            <w:r>
              <w:rPr>
                <w:rFonts w:eastAsia="Times New Roman" w:cs="Times New Roman"/>
                <w:lang w:eastAsia="cs-CZ"/>
              </w:rPr>
              <w:t xml:space="preserve"> </w:t>
            </w:r>
            <w:r w:rsidRPr="003E2086">
              <w:rPr>
                <w:rFonts w:eastAsia="Times New Roman"/>
                <w:u w:color="394A58"/>
                <w:lang w:eastAsia="cs-CZ"/>
              </w:rPr>
              <w:t xml:space="preserve">2“ </w:t>
            </w:r>
            <w:proofErr w:type="spellStart"/>
            <w:r w:rsidRPr="003E2086">
              <w:rPr>
                <w:rFonts w:eastAsia="Times New Roman"/>
                <w:u w:color="394A58"/>
                <w:lang w:eastAsia="cs-CZ"/>
              </w:rPr>
              <w:t>ppm</w:t>
            </w:r>
            <w:proofErr w:type="spellEnd"/>
            <w:r w:rsidRPr="003E2086">
              <w:rPr>
                <w:rFonts w:eastAsia="Times New Roman"/>
                <w:u w:color="394A58"/>
                <w:lang w:eastAsia="cs-CZ"/>
              </w:rPr>
              <w:t xml:space="preserve"> 2+2</w:t>
            </w:r>
          </w:p>
        </w:tc>
        <w:tc>
          <w:tcPr>
            <w:tcW w:w="4528" w:type="dxa"/>
          </w:tcPr>
          <w:p w14:paraId="35DE6EC5" w14:textId="77777777" w:rsidR="001D656A" w:rsidRDefault="001D656A" w:rsidP="003C4FBB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</w:tr>
      <w:tr w:rsidR="001D656A" w14:paraId="6AED0A43" w14:textId="77777777" w:rsidTr="00742A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14:paraId="11A95A5E" w14:textId="18B09EE0" w:rsidR="001D656A" w:rsidRDefault="00742A08" w:rsidP="003C4FBB">
            <w:pPr>
              <w:tabs>
                <w:tab w:val="num" w:pos="360"/>
              </w:tabs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5</w:t>
            </w:r>
            <w:r w:rsidR="001D656A">
              <w:rPr>
                <w:rFonts w:eastAsia="Times New Roman" w:cs="Times New Roman"/>
                <w:lang w:eastAsia="cs-CZ"/>
              </w:rPr>
              <w:t>.</w:t>
            </w:r>
          </w:p>
        </w:tc>
        <w:tc>
          <w:tcPr>
            <w:tcW w:w="3402" w:type="dxa"/>
          </w:tcPr>
          <w:p w14:paraId="57C5F057" w14:textId="760C9FD8" w:rsidR="001D656A" w:rsidRDefault="00742A08" w:rsidP="003C4FBB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 xml:space="preserve">Totální stanice v přesnosti </w:t>
            </w:r>
            <w:proofErr w:type="spellStart"/>
            <w:r>
              <w:rPr>
                <w:rFonts w:eastAsia="Times New Roman" w:cs="Times New Roman"/>
                <w:lang w:eastAsia="cs-CZ"/>
              </w:rPr>
              <w:t>max</w:t>
            </w:r>
            <w:proofErr w:type="spellEnd"/>
            <w:r>
              <w:rPr>
                <w:rFonts w:eastAsia="Times New Roman" w:cs="Times New Roman"/>
                <w:lang w:eastAsia="cs-CZ"/>
              </w:rPr>
              <w:t xml:space="preserve"> </w:t>
            </w:r>
            <w:r w:rsidRPr="003E2086">
              <w:rPr>
                <w:rFonts w:eastAsia="Times New Roman"/>
                <w:u w:color="394A58"/>
                <w:lang w:eastAsia="cs-CZ"/>
              </w:rPr>
              <w:t xml:space="preserve">2“ </w:t>
            </w:r>
            <w:proofErr w:type="spellStart"/>
            <w:r w:rsidRPr="003E2086">
              <w:rPr>
                <w:rFonts w:eastAsia="Times New Roman"/>
                <w:u w:color="394A58"/>
                <w:lang w:eastAsia="cs-CZ"/>
              </w:rPr>
              <w:t>ppm</w:t>
            </w:r>
            <w:proofErr w:type="spellEnd"/>
            <w:r w:rsidRPr="003E2086">
              <w:rPr>
                <w:rFonts w:eastAsia="Times New Roman"/>
                <w:u w:color="394A58"/>
                <w:lang w:eastAsia="cs-CZ"/>
              </w:rPr>
              <w:t xml:space="preserve"> 2+2</w:t>
            </w:r>
          </w:p>
        </w:tc>
        <w:tc>
          <w:tcPr>
            <w:tcW w:w="4528" w:type="dxa"/>
          </w:tcPr>
          <w:p w14:paraId="5FA22833" w14:textId="77777777" w:rsidR="001D656A" w:rsidRDefault="001D656A" w:rsidP="003C4FBB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</w:tr>
      <w:tr w:rsidR="001D656A" w14:paraId="6CC7D5B8" w14:textId="77777777" w:rsidTr="00742A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14:paraId="79CBF309" w14:textId="04ADC49E" w:rsidR="001D656A" w:rsidRDefault="00742A08" w:rsidP="003C4FBB">
            <w:pPr>
              <w:tabs>
                <w:tab w:val="num" w:pos="360"/>
              </w:tabs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6</w:t>
            </w:r>
            <w:r w:rsidR="001D656A">
              <w:rPr>
                <w:rFonts w:eastAsia="Times New Roman" w:cs="Times New Roman"/>
                <w:lang w:eastAsia="cs-CZ"/>
              </w:rPr>
              <w:t>.</w:t>
            </w:r>
          </w:p>
        </w:tc>
        <w:tc>
          <w:tcPr>
            <w:tcW w:w="3402" w:type="dxa"/>
          </w:tcPr>
          <w:p w14:paraId="22AF8F19" w14:textId="58D05602" w:rsidR="001D656A" w:rsidRDefault="00742A08" w:rsidP="003C4FBB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 xml:space="preserve">Totální stanice v přesnosti </w:t>
            </w:r>
            <w:proofErr w:type="spellStart"/>
            <w:r>
              <w:rPr>
                <w:rFonts w:eastAsia="Times New Roman" w:cs="Times New Roman"/>
                <w:lang w:eastAsia="cs-CZ"/>
              </w:rPr>
              <w:t>max</w:t>
            </w:r>
            <w:proofErr w:type="spellEnd"/>
            <w:r>
              <w:rPr>
                <w:rFonts w:eastAsia="Times New Roman" w:cs="Times New Roman"/>
                <w:lang w:eastAsia="cs-CZ"/>
              </w:rPr>
              <w:t xml:space="preserve"> </w:t>
            </w:r>
            <w:r w:rsidRPr="003E2086">
              <w:rPr>
                <w:rFonts w:eastAsia="Times New Roman"/>
                <w:u w:color="394A58"/>
                <w:lang w:eastAsia="cs-CZ"/>
              </w:rPr>
              <w:t xml:space="preserve">2“ </w:t>
            </w:r>
            <w:proofErr w:type="spellStart"/>
            <w:r w:rsidRPr="003E2086">
              <w:rPr>
                <w:rFonts w:eastAsia="Times New Roman"/>
                <w:u w:color="394A58"/>
                <w:lang w:eastAsia="cs-CZ"/>
              </w:rPr>
              <w:t>ppm</w:t>
            </w:r>
            <w:proofErr w:type="spellEnd"/>
            <w:r w:rsidRPr="003E2086">
              <w:rPr>
                <w:rFonts w:eastAsia="Times New Roman"/>
                <w:u w:color="394A58"/>
                <w:lang w:eastAsia="cs-CZ"/>
              </w:rPr>
              <w:t xml:space="preserve"> 2+2</w:t>
            </w:r>
          </w:p>
        </w:tc>
        <w:tc>
          <w:tcPr>
            <w:tcW w:w="4528" w:type="dxa"/>
          </w:tcPr>
          <w:p w14:paraId="44117525" w14:textId="77777777" w:rsidR="001D656A" w:rsidRDefault="001D656A" w:rsidP="003C4FBB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</w:tr>
      <w:tr w:rsidR="001D656A" w14:paraId="76769E10" w14:textId="77777777" w:rsidTr="00742A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14:paraId="0E7371F8" w14:textId="10D37B06" w:rsidR="001D656A" w:rsidRDefault="00742A08" w:rsidP="003C4FBB">
            <w:pPr>
              <w:tabs>
                <w:tab w:val="num" w:pos="360"/>
              </w:tabs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7</w:t>
            </w:r>
            <w:r w:rsidR="001D656A">
              <w:rPr>
                <w:rFonts w:eastAsia="Times New Roman" w:cs="Times New Roman"/>
                <w:lang w:eastAsia="cs-CZ"/>
              </w:rPr>
              <w:t>.</w:t>
            </w:r>
          </w:p>
        </w:tc>
        <w:tc>
          <w:tcPr>
            <w:tcW w:w="3402" w:type="dxa"/>
          </w:tcPr>
          <w:p w14:paraId="495EE669" w14:textId="168DCCA3" w:rsidR="001D656A" w:rsidRDefault="00742A08" w:rsidP="003C4FBB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 xml:space="preserve">Totální stanice v přesnosti </w:t>
            </w:r>
            <w:proofErr w:type="spellStart"/>
            <w:r>
              <w:rPr>
                <w:rFonts w:eastAsia="Times New Roman" w:cs="Times New Roman"/>
                <w:lang w:eastAsia="cs-CZ"/>
              </w:rPr>
              <w:t>max</w:t>
            </w:r>
            <w:proofErr w:type="spellEnd"/>
            <w:r>
              <w:rPr>
                <w:rFonts w:eastAsia="Times New Roman" w:cs="Times New Roman"/>
                <w:lang w:eastAsia="cs-CZ"/>
              </w:rPr>
              <w:t xml:space="preserve"> </w:t>
            </w:r>
            <w:r w:rsidRPr="003E2086">
              <w:rPr>
                <w:rFonts w:eastAsia="Times New Roman"/>
                <w:u w:color="394A58"/>
                <w:lang w:eastAsia="cs-CZ"/>
              </w:rPr>
              <w:t xml:space="preserve">2“ </w:t>
            </w:r>
            <w:proofErr w:type="spellStart"/>
            <w:r w:rsidRPr="003E2086">
              <w:rPr>
                <w:rFonts w:eastAsia="Times New Roman"/>
                <w:u w:color="394A58"/>
                <w:lang w:eastAsia="cs-CZ"/>
              </w:rPr>
              <w:t>ppm</w:t>
            </w:r>
            <w:proofErr w:type="spellEnd"/>
            <w:r w:rsidRPr="003E2086">
              <w:rPr>
                <w:rFonts w:eastAsia="Times New Roman"/>
                <w:u w:color="394A58"/>
                <w:lang w:eastAsia="cs-CZ"/>
              </w:rPr>
              <w:t xml:space="preserve"> 2+2</w:t>
            </w:r>
          </w:p>
        </w:tc>
        <w:tc>
          <w:tcPr>
            <w:tcW w:w="4528" w:type="dxa"/>
          </w:tcPr>
          <w:p w14:paraId="58BA19A4" w14:textId="77777777" w:rsidR="001D656A" w:rsidRDefault="001D656A" w:rsidP="003C4FBB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</w:tr>
      <w:tr w:rsidR="001D656A" w14:paraId="3BF53260" w14:textId="77777777" w:rsidTr="00742A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14:paraId="46E20068" w14:textId="10A446D6" w:rsidR="001D656A" w:rsidRDefault="00742A08" w:rsidP="003C4FBB">
            <w:pPr>
              <w:tabs>
                <w:tab w:val="num" w:pos="360"/>
              </w:tabs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8</w:t>
            </w:r>
            <w:r w:rsidR="001D656A">
              <w:rPr>
                <w:rFonts w:eastAsia="Times New Roman" w:cs="Times New Roman"/>
                <w:lang w:eastAsia="cs-CZ"/>
              </w:rPr>
              <w:t>.</w:t>
            </w:r>
          </w:p>
        </w:tc>
        <w:tc>
          <w:tcPr>
            <w:tcW w:w="3402" w:type="dxa"/>
          </w:tcPr>
          <w:p w14:paraId="141CDBF1" w14:textId="1471B72C" w:rsidR="001D656A" w:rsidRDefault="00742A08" w:rsidP="003C4FBB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 xml:space="preserve">Totální stanice v přesnosti </w:t>
            </w:r>
            <w:proofErr w:type="spellStart"/>
            <w:r>
              <w:rPr>
                <w:rFonts w:eastAsia="Times New Roman" w:cs="Times New Roman"/>
                <w:lang w:eastAsia="cs-CZ"/>
              </w:rPr>
              <w:t>max</w:t>
            </w:r>
            <w:proofErr w:type="spellEnd"/>
            <w:r>
              <w:rPr>
                <w:rFonts w:eastAsia="Times New Roman" w:cs="Times New Roman"/>
                <w:lang w:eastAsia="cs-CZ"/>
              </w:rPr>
              <w:t xml:space="preserve"> </w:t>
            </w:r>
            <w:r w:rsidRPr="003E2086">
              <w:rPr>
                <w:rFonts w:eastAsia="Times New Roman"/>
                <w:u w:color="394A58"/>
                <w:lang w:eastAsia="cs-CZ"/>
              </w:rPr>
              <w:t xml:space="preserve">2“ </w:t>
            </w:r>
            <w:proofErr w:type="spellStart"/>
            <w:r w:rsidRPr="003E2086">
              <w:rPr>
                <w:rFonts w:eastAsia="Times New Roman"/>
                <w:u w:color="394A58"/>
                <w:lang w:eastAsia="cs-CZ"/>
              </w:rPr>
              <w:t>ppm</w:t>
            </w:r>
            <w:proofErr w:type="spellEnd"/>
            <w:r w:rsidRPr="003E2086">
              <w:rPr>
                <w:rFonts w:eastAsia="Times New Roman"/>
                <w:u w:color="394A58"/>
                <w:lang w:eastAsia="cs-CZ"/>
              </w:rPr>
              <w:t xml:space="preserve"> 2+2</w:t>
            </w:r>
          </w:p>
        </w:tc>
        <w:tc>
          <w:tcPr>
            <w:tcW w:w="4528" w:type="dxa"/>
          </w:tcPr>
          <w:p w14:paraId="322E796E" w14:textId="77777777" w:rsidR="001D656A" w:rsidRDefault="001D656A" w:rsidP="003C4FBB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</w:tr>
      <w:tr w:rsidR="001D656A" w14:paraId="3430B781" w14:textId="77777777" w:rsidTr="00742A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14:paraId="2F1CF028" w14:textId="32CC96AE" w:rsidR="001D656A" w:rsidRDefault="00742A08" w:rsidP="003C4FBB">
            <w:pPr>
              <w:tabs>
                <w:tab w:val="num" w:pos="360"/>
              </w:tabs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9</w:t>
            </w:r>
            <w:r w:rsidR="001D656A">
              <w:rPr>
                <w:rFonts w:eastAsia="Times New Roman" w:cs="Times New Roman"/>
                <w:lang w:eastAsia="cs-CZ"/>
              </w:rPr>
              <w:t>.</w:t>
            </w:r>
          </w:p>
        </w:tc>
        <w:tc>
          <w:tcPr>
            <w:tcW w:w="3402" w:type="dxa"/>
          </w:tcPr>
          <w:p w14:paraId="489A564E" w14:textId="5AAEB721" w:rsidR="001D656A" w:rsidRDefault="00742A08" w:rsidP="003C4FBB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 xml:space="preserve">Totální stanice v přesnosti </w:t>
            </w:r>
            <w:proofErr w:type="spellStart"/>
            <w:r>
              <w:rPr>
                <w:rFonts w:eastAsia="Times New Roman" w:cs="Times New Roman"/>
                <w:lang w:eastAsia="cs-CZ"/>
              </w:rPr>
              <w:t>max</w:t>
            </w:r>
            <w:proofErr w:type="spellEnd"/>
            <w:r>
              <w:rPr>
                <w:rFonts w:eastAsia="Times New Roman" w:cs="Times New Roman"/>
                <w:lang w:eastAsia="cs-CZ"/>
              </w:rPr>
              <w:t xml:space="preserve"> </w:t>
            </w:r>
            <w:r w:rsidRPr="003E2086">
              <w:rPr>
                <w:rFonts w:eastAsia="Times New Roman"/>
                <w:u w:color="394A58"/>
                <w:lang w:eastAsia="cs-CZ"/>
              </w:rPr>
              <w:t xml:space="preserve">2“ </w:t>
            </w:r>
            <w:proofErr w:type="spellStart"/>
            <w:r w:rsidRPr="003E2086">
              <w:rPr>
                <w:rFonts w:eastAsia="Times New Roman"/>
                <w:u w:color="394A58"/>
                <w:lang w:eastAsia="cs-CZ"/>
              </w:rPr>
              <w:t>ppm</w:t>
            </w:r>
            <w:proofErr w:type="spellEnd"/>
            <w:r w:rsidRPr="003E2086">
              <w:rPr>
                <w:rFonts w:eastAsia="Times New Roman"/>
                <w:u w:color="394A58"/>
                <w:lang w:eastAsia="cs-CZ"/>
              </w:rPr>
              <w:t xml:space="preserve"> 2+2</w:t>
            </w:r>
          </w:p>
        </w:tc>
        <w:tc>
          <w:tcPr>
            <w:tcW w:w="4528" w:type="dxa"/>
          </w:tcPr>
          <w:p w14:paraId="63EDC879" w14:textId="77777777" w:rsidR="001D656A" w:rsidRDefault="001D656A" w:rsidP="003C4FBB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</w:tr>
      <w:tr w:rsidR="001D656A" w14:paraId="4FA233E9" w14:textId="77777777" w:rsidTr="00742A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14:paraId="2892AEAF" w14:textId="152B55A2" w:rsidR="001D656A" w:rsidRDefault="00742A08" w:rsidP="003C4FBB">
            <w:pPr>
              <w:tabs>
                <w:tab w:val="num" w:pos="360"/>
              </w:tabs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10</w:t>
            </w:r>
            <w:r w:rsidR="001D656A">
              <w:rPr>
                <w:rFonts w:eastAsia="Times New Roman" w:cs="Times New Roman"/>
                <w:lang w:eastAsia="cs-CZ"/>
              </w:rPr>
              <w:t>.</w:t>
            </w:r>
          </w:p>
        </w:tc>
        <w:tc>
          <w:tcPr>
            <w:tcW w:w="3402" w:type="dxa"/>
          </w:tcPr>
          <w:p w14:paraId="4BFC98C5" w14:textId="5130009B" w:rsidR="001D656A" w:rsidRDefault="00742A08" w:rsidP="003C4FBB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 xml:space="preserve">Totální stanice v přesnosti </w:t>
            </w:r>
            <w:proofErr w:type="spellStart"/>
            <w:r>
              <w:rPr>
                <w:rFonts w:eastAsia="Times New Roman" w:cs="Times New Roman"/>
                <w:lang w:eastAsia="cs-CZ"/>
              </w:rPr>
              <w:t>max</w:t>
            </w:r>
            <w:proofErr w:type="spellEnd"/>
            <w:r>
              <w:rPr>
                <w:rFonts w:eastAsia="Times New Roman" w:cs="Times New Roman"/>
                <w:lang w:eastAsia="cs-CZ"/>
              </w:rPr>
              <w:t xml:space="preserve"> </w:t>
            </w:r>
            <w:r w:rsidRPr="003E2086">
              <w:rPr>
                <w:rFonts w:eastAsia="Times New Roman"/>
                <w:u w:color="394A58"/>
                <w:lang w:eastAsia="cs-CZ"/>
              </w:rPr>
              <w:t xml:space="preserve">2“ </w:t>
            </w:r>
            <w:proofErr w:type="spellStart"/>
            <w:r w:rsidRPr="003E2086">
              <w:rPr>
                <w:rFonts w:eastAsia="Times New Roman"/>
                <w:u w:color="394A58"/>
                <w:lang w:eastAsia="cs-CZ"/>
              </w:rPr>
              <w:t>ppm</w:t>
            </w:r>
            <w:proofErr w:type="spellEnd"/>
            <w:r w:rsidRPr="003E2086">
              <w:rPr>
                <w:rFonts w:eastAsia="Times New Roman"/>
                <w:u w:color="394A58"/>
                <w:lang w:eastAsia="cs-CZ"/>
              </w:rPr>
              <w:t xml:space="preserve"> 2+2</w:t>
            </w:r>
          </w:p>
        </w:tc>
        <w:tc>
          <w:tcPr>
            <w:tcW w:w="4528" w:type="dxa"/>
          </w:tcPr>
          <w:p w14:paraId="347D8D4B" w14:textId="77777777" w:rsidR="001D656A" w:rsidRDefault="001D656A" w:rsidP="003C4FBB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</w:tr>
      <w:tr w:rsidR="001D656A" w14:paraId="7D60109A" w14:textId="77777777" w:rsidTr="00742A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14:paraId="2844A187" w14:textId="3A80E093" w:rsidR="001D656A" w:rsidRDefault="00742A08" w:rsidP="003C4FBB">
            <w:pPr>
              <w:tabs>
                <w:tab w:val="num" w:pos="360"/>
              </w:tabs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1</w:t>
            </w:r>
            <w:r w:rsidR="001D656A">
              <w:rPr>
                <w:rFonts w:eastAsia="Times New Roman" w:cs="Times New Roman"/>
                <w:lang w:eastAsia="cs-CZ"/>
              </w:rPr>
              <w:t>1.</w:t>
            </w:r>
          </w:p>
        </w:tc>
        <w:tc>
          <w:tcPr>
            <w:tcW w:w="3402" w:type="dxa"/>
          </w:tcPr>
          <w:p w14:paraId="1AD0968F" w14:textId="00F28630" w:rsidR="001D656A" w:rsidRDefault="00742A08" w:rsidP="003C4FBB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 xml:space="preserve">Totální stanice v přesnosti </w:t>
            </w:r>
            <w:proofErr w:type="spellStart"/>
            <w:r>
              <w:rPr>
                <w:rFonts w:eastAsia="Times New Roman" w:cs="Times New Roman"/>
                <w:lang w:eastAsia="cs-CZ"/>
              </w:rPr>
              <w:t>max</w:t>
            </w:r>
            <w:proofErr w:type="spellEnd"/>
            <w:r>
              <w:rPr>
                <w:rFonts w:eastAsia="Times New Roman" w:cs="Times New Roman"/>
                <w:lang w:eastAsia="cs-CZ"/>
              </w:rPr>
              <w:t xml:space="preserve"> </w:t>
            </w:r>
            <w:r w:rsidRPr="003E2086">
              <w:rPr>
                <w:rFonts w:eastAsia="Times New Roman"/>
                <w:u w:color="394A58"/>
                <w:lang w:eastAsia="cs-CZ"/>
              </w:rPr>
              <w:t xml:space="preserve">2“ </w:t>
            </w:r>
            <w:proofErr w:type="spellStart"/>
            <w:r w:rsidRPr="003E2086">
              <w:rPr>
                <w:rFonts w:eastAsia="Times New Roman"/>
                <w:u w:color="394A58"/>
                <w:lang w:eastAsia="cs-CZ"/>
              </w:rPr>
              <w:t>ppm</w:t>
            </w:r>
            <w:proofErr w:type="spellEnd"/>
            <w:r w:rsidRPr="003E2086">
              <w:rPr>
                <w:rFonts w:eastAsia="Times New Roman"/>
                <w:u w:color="394A58"/>
                <w:lang w:eastAsia="cs-CZ"/>
              </w:rPr>
              <w:t xml:space="preserve"> 2+2</w:t>
            </w:r>
          </w:p>
        </w:tc>
        <w:tc>
          <w:tcPr>
            <w:tcW w:w="4528" w:type="dxa"/>
          </w:tcPr>
          <w:p w14:paraId="4F2C9BC1" w14:textId="77777777" w:rsidR="001D656A" w:rsidRDefault="001D656A" w:rsidP="003C4FBB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</w:tr>
      <w:tr w:rsidR="001D656A" w14:paraId="4F3E189B" w14:textId="77777777" w:rsidTr="00742A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14:paraId="47015BBD" w14:textId="55DABA2C" w:rsidR="001D656A" w:rsidRDefault="00742A08" w:rsidP="003C4FBB">
            <w:pPr>
              <w:tabs>
                <w:tab w:val="num" w:pos="360"/>
              </w:tabs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12</w:t>
            </w:r>
            <w:r w:rsidR="001D656A">
              <w:rPr>
                <w:rFonts w:eastAsia="Times New Roman" w:cs="Times New Roman"/>
                <w:lang w:eastAsia="cs-CZ"/>
              </w:rPr>
              <w:t>.</w:t>
            </w:r>
          </w:p>
        </w:tc>
        <w:tc>
          <w:tcPr>
            <w:tcW w:w="3402" w:type="dxa"/>
          </w:tcPr>
          <w:p w14:paraId="6969EDD0" w14:textId="2A1C725F" w:rsidR="001D656A" w:rsidRDefault="00742A08" w:rsidP="003C4FBB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 xml:space="preserve">Totální stanice v přesnosti </w:t>
            </w:r>
            <w:proofErr w:type="spellStart"/>
            <w:r>
              <w:rPr>
                <w:rFonts w:eastAsia="Times New Roman" w:cs="Times New Roman"/>
                <w:lang w:eastAsia="cs-CZ"/>
              </w:rPr>
              <w:t>max</w:t>
            </w:r>
            <w:proofErr w:type="spellEnd"/>
            <w:r>
              <w:rPr>
                <w:rFonts w:eastAsia="Times New Roman" w:cs="Times New Roman"/>
                <w:lang w:eastAsia="cs-CZ"/>
              </w:rPr>
              <w:t xml:space="preserve"> </w:t>
            </w:r>
            <w:r w:rsidRPr="003E2086">
              <w:rPr>
                <w:rFonts w:eastAsia="Times New Roman"/>
                <w:u w:color="394A58"/>
                <w:lang w:eastAsia="cs-CZ"/>
              </w:rPr>
              <w:t xml:space="preserve">2“ </w:t>
            </w:r>
            <w:proofErr w:type="spellStart"/>
            <w:r w:rsidRPr="003E2086">
              <w:rPr>
                <w:rFonts w:eastAsia="Times New Roman"/>
                <w:u w:color="394A58"/>
                <w:lang w:eastAsia="cs-CZ"/>
              </w:rPr>
              <w:t>ppm</w:t>
            </w:r>
            <w:proofErr w:type="spellEnd"/>
            <w:r w:rsidRPr="003E2086">
              <w:rPr>
                <w:rFonts w:eastAsia="Times New Roman"/>
                <w:u w:color="394A58"/>
                <w:lang w:eastAsia="cs-CZ"/>
              </w:rPr>
              <w:t xml:space="preserve"> 2+2</w:t>
            </w:r>
          </w:p>
        </w:tc>
        <w:tc>
          <w:tcPr>
            <w:tcW w:w="4528" w:type="dxa"/>
          </w:tcPr>
          <w:p w14:paraId="1FD526CC" w14:textId="77777777" w:rsidR="001D656A" w:rsidRDefault="001D656A" w:rsidP="003C4FBB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</w:tr>
      <w:tr w:rsidR="001D656A" w14:paraId="6B4BCB1D" w14:textId="77777777" w:rsidTr="00742A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14:paraId="3B9FE661" w14:textId="0043EDFB" w:rsidR="001D656A" w:rsidRDefault="00742A08" w:rsidP="003C4FBB">
            <w:pPr>
              <w:tabs>
                <w:tab w:val="num" w:pos="360"/>
              </w:tabs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13</w:t>
            </w:r>
            <w:r w:rsidR="001D656A">
              <w:rPr>
                <w:rFonts w:eastAsia="Times New Roman" w:cs="Times New Roman"/>
                <w:lang w:eastAsia="cs-CZ"/>
              </w:rPr>
              <w:t>.</w:t>
            </w:r>
          </w:p>
        </w:tc>
        <w:tc>
          <w:tcPr>
            <w:tcW w:w="3402" w:type="dxa"/>
          </w:tcPr>
          <w:p w14:paraId="1C42CA80" w14:textId="17CBCD56" w:rsidR="001D656A" w:rsidRDefault="00742A08" w:rsidP="003C4FBB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 xml:space="preserve">Totální stanice v přesnosti </w:t>
            </w:r>
            <w:proofErr w:type="spellStart"/>
            <w:r>
              <w:rPr>
                <w:rFonts w:eastAsia="Times New Roman" w:cs="Times New Roman"/>
                <w:lang w:eastAsia="cs-CZ"/>
              </w:rPr>
              <w:t>max</w:t>
            </w:r>
            <w:proofErr w:type="spellEnd"/>
            <w:r>
              <w:rPr>
                <w:rFonts w:eastAsia="Times New Roman" w:cs="Times New Roman"/>
                <w:lang w:eastAsia="cs-CZ"/>
              </w:rPr>
              <w:t xml:space="preserve"> </w:t>
            </w:r>
            <w:r w:rsidRPr="003E2086">
              <w:rPr>
                <w:rFonts w:eastAsia="Times New Roman"/>
                <w:u w:color="394A58"/>
                <w:lang w:eastAsia="cs-CZ"/>
              </w:rPr>
              <w:t xml:space="preserve">2“ </w:t>
            </w:r>
            <w:proofErr w:type="spellStart"/>
            <w:r w:rsidRPr="003E2086">
              <w:rPr>
                <w:rFonts w:eastAsia="Times New Roman"/>
                <w:u w:color="394A58"/>
                <w:lang w:eastAsia="cs-CZ"/>
              </w:rPr>
              <w:t>ppm</w:t>
            </w:r>
            <w:proofErr w:type="spellEnd"/>
            <w:r w:rsidRPr="003E2086">
              <w:rPr>
                <w:rFonts w:eastAsia="Times New Roman"/>
                <w:u w:color="394A58"/>
                <w:lang w:eastAsia="cs-CZ"/>
              </w:rPr>
              <w:t xml:space="preserve"> 2+2</w:t>
            </w:r>
          </w:p>
        </w:tc>
        <w:tc>
          <w:tcPr>
            <w:tcW w:w="4528" w:type="dxa"/>
          </w:tcPr>
          <w:p w14:paraId="495F6252" w14:textId="77777777" w:rsidR="001D656A" w:rsidRDefault="001D656A" w:rsidP="003C4FBB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</w:tr>
      <w:tr w:rsidR="001D656A" w14:paraId="442EDBFC" w14:textId="77777777" w:rsidTr="00742A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14:paraId="7A3CB2E3" w14:textId="22398E78" w:rsidR="001D656A" w:rsidRDefault="00742A08" w:rsidP="003C4FBB">
            <w:pPr>
              <w:tabs>
                <w:tab w:val="num" w:pos="360"/>
              </w:tabs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14</w:t>
            </w:r>
            <w:r w:rsidR="001D656A">
              <w:rPr>
                <w:rFonts w:eastAsia="Times New Roman" w:cs="Times New Roman"/>
                <w:lang w:eastAsia="cs-CZ"/>
              </w:rPr>
              <w:t>.</w:t>
            </w:r>
          </w:p>
        </w:tc>
        <w:tc>
          <w:tcPr>
            <w:tcW w:w="3402" w:type="dxa"/>
          </w:tcPr>
          <w:p w14:paraId="55BC03E1" w14:textId="58D28EFB" w:rsidR="001D656A" w:rsidRDefault="00742A08" w:rsidP="003C4FBB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 xml:space="preserve">Totální stanice v přesnosti </w:t>
            </w:r>
            <w:proofErr w:type="spellStart"/>
            <w:r>
              <w:rPr>
                <w:rFonts w:eastAsia="Times New Roman" w:cs="Times New Roman"/>
                <w:lang w:eastAsia="cs-CZ"/>
              </w:rPr>
              <w:t>max</w:t>
            </w:r>
            <w:proofErr w:type="spellEnd"/>
            <w:r>
              <w:rPr>
                <w:rFonts w:eastAsia="Times New Roman" w:cs="Times New Roman"/>
                <w:lang w:eastAsia="cs-CZ"/>
              </w:rPr>
              <w:t xml:space="preserve"> </w:t>
            </w:r>
            <w:r w:rsidRPr="003E2086">
              <w:rPr>
                <w:rFonts w:eastAsia="Times New Roman"/>
                <w:u w:color="394A58"/>
                <w:lang w:eastAsia="cs-CZ"/>
              </w:rPr>
              <w:t xml:space="preserve">2“ </w:t>
            </w:r>
            <w:proofErr w:type="spellStart"/>
            <w:r w:rsidRPr="003E2086">
              <w:rPr>
                <w:rFonts w:eastAsia="Times New Roman"/>
                <w:u w:color="394A58"/>
                <w:lang w:eastAsia="cs-CZ"/>
              </w:rPr>
              <w:t>ppm</w:t>
            </w:r>
            <w:proofErr w:type="spellEnd"/>
            <w:r w:rsidRPr="003E2086">
              <w:rPr>
                <w:rFonts w:eastAsia="Times New Roman"/>
                <w:u w:color="394A58"/>
                <w:lang w:eastAsia="cs-CZ"/>
              </w:rPr>
              <w:t xml:space="preserve"> 2+2</w:t>
            </w:r>
          </w:p>
        </w:tc>
        <w:tc>
          <w:tcPr>
            <w:tcW w:w="4528" w:type="dxa"/>
          </w:tcPr>
          <w:p w14:paraId="28EDC1C1" w14:textId="77777777" w:rsidR="001D656A" w:rsidRDefault="001D656A" w:rsidP="003C4FBB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</w:tr>
      <w:tr w:rsidR="001D656A" w14:paraId="18C92783" w14:textId="77777777" w:rsidTr="00742A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14:paraId="0963DE9B" w14:textId="151B45AC" w:rsidR="001D656A" w:rsidRDefault="00742A08" w:rsidP="003C4FBB">
            <w:pPr>
              <w:tabs>
                <w:tab w:val="num" w:pos="360"/>
              </w:tabs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1</w:t>
            </w:r>
            <w:r w:rsidR="001D656A">
              <w:rPr>
                <w:rFonts w:eastAsia="Times New Roman" w:cs="Times New Roman"/>
                <w:lang w:eastAsia="cs-CZ"/>
              </w:rPr>
              <w:t>5.</w:t>
            </w:r>
          </w:p>
        </w:tc>
        <w:tc>
          <w:tcPr>
            <w:tcW w:w="3402" w:type="dxa"/>
          </w:tcPr>
          <w:p w14:paraId="54BA2857" w14:textId="1B9F030B" w:rsidR="001D656A" w:rsidRDefault="00742A08" w:rsidP="003C4FBB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 xml:space="preserve">Totální stanice v přesnosti </w:t>
            </w:r>
            <w:proofErr w:type="spellStart"/>
            <w:r>
              <w:rPr>
                <w:rFonts w:eastAsia="Times New Roman" w:cs="Times New Roman"/>
                <w:lang w:eastAsia="cs-CZ"/>
              </w:rPr>
              <w:t>max</w:t>
            </w:r>
            <w:proofErr w:type="spellEnd"/>
            <w:r>
              <w:rPr>
                <w:rFonts w:eastAsia="Times New Roman" w:cs="Times New Roman"/>
                <w:lang w:eastAsia="cs-CZ"/>
              </w:rPr>
              <w:t xml:space="preserve"> </w:t>
            </w:r>
            <w:r w:rsidRPr="003E2086">
              <w:rPr>
                <w:rFonts w:eastAsia="Times New Roman"/>
                <w:u w:color="394A58"/>
                <w:lang w:eastAsia="cs-CZ"/>
              </w:rPr>
              <w:t xml:space="preserve">2“ </w:t>
            </w:r>
            <w:proofErr w:type="spellStart"/>
            <w:r w:rsidRPr="003E2086">
              <w:rPr>
                <w:rFonts w:eastAsia="Times New Roman"/>
                <w:u w:color="394A58"/>
                <w:lang w:eastAsia="cs-CZ"/>
              </w:rPr>
              <w:t>ppm</w:t>
            </w:r>
            <w:proofErr w:type="spellEnd"/>
            <w:r w:rsidRPr="003E2086">
              <w:rPr>
                <w:rFonts w:eastAsia="Times New Roman"/>
                <w:u w:color="394A58"/>
                <w:lang w:eastAsia="cs-CZ"/>
              </w:rPr>
              <w:t xml:space="preserve"> 2+2</w:t>
            </w:r>
          </w:p>
        </w:tc>
        <w:tc>
          <w:tcPr>
            <w:tcW w:w="4528" w:type="dxa"/>
          </w:tcPr>
          <w:p w14:paraId="04AA6AA0" w14:textId="77777777" w:rsidR="001D656A" w:rsidRDefault="001D656A" w:rsidP="003C4FBB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</w:tr>
      <w:tr w:rsidR="001D656A" w14:paraId="0F07A3CA" w14:textId="77777777" w:rsidTr="00742A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14:paraId="0BEE5294" w14:textId="524C942D" w:rsidR="001D656A" w:rsidRDefault="00742A08" w:rsidP="003C4FBB">
            <w:pPr>
              <w:tabs>
                <w:tab w:val="num" w:pos="360"/>
              </w:tabs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1</w:t>
            </w:r>
            <w:r w:rsidR="001D656A">
              <w:rPr>
                <w:rFonts w:eastAsia="Times New Roman" w:cs="Times New Roman"/>
                <w:lang w:eastAsia="cs-CZ"/>
              </w:rPr>
              <w:t>6.</w:t>
            </w:r>
          </w:p>
        </w:tc>
        <w:tc>
          <w:tcPr>
            <w:tcW w:w="3402" w:type="dxa"/>
          </w:tcPr>
          <w:p w14:paraId="77FD8695" w14:textId="64B52B71" w:rsidR="001D656A" w:rsidRDefault="00742A08" w:rsidP="003C4FBB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 xml:space="preserve">Totální stanice v přesnosti </w:t>
            </w:r>
            <w:proofErr w:type="spellStart"/>
            <w:r>
              <w:rPr>
                <w:rFonts w:eastAsia="Times New Roman" w:cs="Times New Roman"/>
                <w:lang w:eastAsia="cs-CZ"/>
              </w:rPr>
              <w:t>max</w:t>
            </w:r>
            <w:proofErr w:type="spellEnd"/>
            <w:r>
              <w:rPr>
                <w:rFonts w:eastAsia="Times New Roman" w:cs="Times New Roman"/>
                <w:lang w:eastAsia="cs-CZ"/>
              </w:rPr>
              <w:t xml:space="preserve"> </w:t>
            </w:r>
            <w:r w:rsidRPr="003E2086">
              <w:rPr>
                <w:rFonts w:eastAsia="Times New Roman"/>
                <w:u w:color="394A58"/>
                <w:lang w:eastAsia="cs-CZ"/>
              </w:rPr>
              <w:t xml:space="preserve">2“ </w:t>
            </w:r>
            <w:proofErr w:type="spellStart"/>
            <w:r w:rsidRPr="003E2086">
              <w:rPr>
                <w:rFonts w:eastAsia="Times New Roman"/>
                <w:u w:color="394A58"/>
                <w:lang w:eastAsia="cs-CZ"/>
              </w:rPr>
              <w:t>ppm</w:t>
            </w:r>
            <w:proofErr w:type="spellEnd"/>
            <w:r w:rsidRPr="003E2086">
              <w:rPr>
                <w:rFonts w:eastAsia="Times New Roman"/>
                <w:u w:color="394A58"/>
                <w:lang w:eastAsia="cs-CZ"/>
              </w:rPr>
              <w:t xml:space="preserve"> 2+2</w:t>
            </w:r>
          </w:p>
        </w:tc>
        <w:tc>
          <w:tcPr>
            <w:tcW w:w="4528" w:type="dxa"/>
          </w:tcPr>
          <w:p w14:paraId="5420F298" w14:textId="77777777" w:rsidR="001D656A" w:rsidRDefault="001D656A" w:rsidP="003C4FBB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</w:tr>
    </w:tbl>
    <w:p w14:paraId="582D4E39" w14:textId="77777777" w:rsidR="001D656A" w:rsidRDefault="001D656A" w:rsidP="003C4FBB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0" w:type="auto"/>
        <w:tblBorders>
          <w:top w:val="single" w:sz="2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930"/>
        <w:gridCol w:w="3402"/>
        <w:gridCol w:w="4528"/>
      </w:tblGrid>
      <w:tr w:rsidR="00742A08" w14:paraId="720F2C87" w14:textId="77777777" w:rsidTr="00C5583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524D35B7" w14:textId="77777777" w:rsidR="00742A08" w:rsidRDefault="00742A08" w:rsidP="00C55839">
            <w:pPr>
              <w:tabs>
                <w:tab w:val="num" w:pos="360"/>
              </w:tabs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 xml:space="preserve">Č. </w:t>
            </w:r>
          </w:p>
        </w:tc>
        <w:tc>
          <w:tcPr>
            <w:tcW w:w="340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7712831F" w14:textId="77777777" w:rsidR="00742A08" w:rsidRDefault="00742A08" w:rsidP="00C55839">
            <w:pPr>
              <w:tabs>
                <w:tab w:val="num" w:pos="360"/>
              </w:tabs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Vybavení</w:t>
            </w:r>
          </w:p>
        </w:tc>
        <w:tc>
          <w:tcPr>
            <w:tcW w:w="452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1C3D2DB5" w14:textId="2AD1FB99" w:rsidR="00742A08" w:rsidRDefault="00742A08" w:rsidP="00C55839">
            <w:pPr>
              <w:tabs>
                <w:tab w:val="num" w:pos="360"/>
              </w:tabs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Číslo kalibračního listu*</w:t>
            </w:r>
          </w:p>
        </w:tc>
      </w:tr>
      <w:tr w:rsidR="00742A08" w14:paraId="7D735945" w14:textId="77777777" w:rsidTr="00C5583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14:paraId="4B2C2496" w14:textId="77777777" w:rsidR="00742A08" w:rsidRDefault="00742A08" w:rsidP="00C55839">
            <w:pPr>
              <w:tabs>
                <w:tab w:val="num" w:pos="360"/>
              </w:tabs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1.</w:t>
            </w:r>
          </w:p>
        </w:tc>
        <w:tc>
          <w:tcPr>
            <w:tcW w:w="3402" w:type="dxa"/>
          </w:tcPr>
          <w:p w14:paraId="77847DE8" w14:textId="718622ED" w:rsidR="00742A08" w:rsidRDefault="00742A08" w:rsidP="00C55839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Přístroj pro měření GNSS v geodetické kvalitě (nikoliv stavební)</w:t>
            </w:r>
          </w:p>
        </w:tc>
        <w:tc>
          <w:tcPr>
            <w:tcW w:w="4528" w:type="dxa"/>
          </w:tcPr>
          <w:p w14:paraId="30DF314E" w14:textId="77777777" w:rsidR="00742A08" w:rsidRDefault="00742A08" w:rsidP="00C55839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</w:tr>
      <w:tr w:rsidR="00742A08" w14:paraId="3DD5F7B3" w14:textId="77777777" w:rsidTr="00C5583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14:paraId="4D34A766" w14:textId="77777777" w:rsidR="00742A08" w:rsidRDefault="00742A08" w:rsidP="00C55839">
            <w:pPr>
              <w:tabs>
                <w:tab w:val="num" w:pos="360"/>
              </w:tabs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2.</w:t>
            </w:r>
          </w:p>
        </w:tc>
        <w:tc>
          <w:tcPr>
            <w:tcW w:w="3402" w:type="dxa"/>
          </w:tcPr>
          <w:p w14:paraId="7806CD4B" w14:textId="1A603459" w:rsidR="00742A08" w:rsidRDefault="00742A08" w:rsidP="00C55839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Přístroj pro měření GNSS v geodetické kvalitě (nikoliv stavební)</w:t>
            </w:r>
          </w:p>
        </w:tc>
        <w:tc>
          <w:tcPr>
            <w:tcW w:w="4528" w:type="dxa"/>
          </w:tcPr>
          <w:p w14:paraId="37FE9CE6" w14:textId="77777777" w:rsidR="00742A08" w:rsidRDefault="00742A08" w:rsidP="00C55839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</w:tr>
      <w:tr w:rsidR="00742A08" w14:paraId="145BE11D" w14:textId="77777777" w:rsidTr="00C5583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14:paraId="548C6731" w14:textId="77777777" w:rsidR="00742A08" w:rsidRDefault="00742A08" w:rsidP="00C55839">
            <w:pPr>
              <w:tabs>
                <w:tab w:val="num" w:pos="360"/>
              </w:tabs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3.</w:t>
            </w:r>
          </w:p>
        </w:tc>
        <w:tc>
          <w:tcPr>
            <w:tcW w:w="3402" w:type="dxa"/>
          </w:tcPr>
          <w:p w14:paraId="295FA27C" w14:textId="5D05C047" w:rsidR="00742A08" w:rsidRDefault="00742A08" w:rsidP="00C55839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Přístroj pro měření GNSS v geodetické kvalitě (nikoliv stavební)</w:t>
            </w:r>
          </w:p>
        </w:tc>
        <w:tc>
          <w:tcPr>
            <w:tcW w:w="4528" w:type="dxa"/>
          </w:tcPr>
          <w:p w14:paraId="54E94729" w14:textId="77777777" w:rsidR="00742A08" w:rsidRDefault="00742A08" w:rsidP="00C55839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</w:tr>
      <w:tr w:rsidR="00742A08" w14:paraId="76F5204E" w14:textId="77777777" w:rsidTr="00C5583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14:paraId="23D7DA9F" w14:textId="77777777" w:rsidR="00742A08" w:rsidRDefault="00742A08" w:rsidP="00C55839">
            <w:pPr>
              <w:tabs>
                <w:tab w:val="num" w:pos="360"/>
              </w:tabs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4</w:t>
            </w:r>
          </w:p>
        </w:tc>
        <w:tc>
          <w:tcPr>
            <w:tcW w:w="3402" w:type="dxa"/>
          </w:tcPr>
          <w:p w14:paraId="2AEACB5F" w14:textId="7A25A300" w:rsidR="00742A08" w:rsidRDefault="00742A08" w:rsidP="00C55839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Přístroj pro měření GNSS v geodetické kvalitě (nikoliv stavební)</w:t>
            </w:r>
          </w:p>
        </w:tc>
        <w:tc>
          <w:tcPr>
            <w:tcW w:w="4528" w:type="dxa"/>
          </w:tcPr>
          <w:p w14:paraId="0C88CB8A" w14:textId="77777777" w:rsidR="00742A08" w:rsidRDefault="00742A08" w:rsidP="00C55839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</w:tr>
      <w:tr w:rsidR="00742A08" w14:paraId="221C285D" w14:textId="77777777" w:rsidTr="00C5583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14:paraId="34E552DD" w14:textId="77777777" w:rsidR="00742A08" w:rsidRDefault="00742A08" w:rsidP="00C55839">
            <w:pPr>
              <w:tabs>
                <w:tab w:val="num" w:pos="360"/>
              </w:tabs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5.</w:t>
            </w:r>
          </w:p>
        </w:tc>
        <w:tc>
          <w:tcPr>
            <w:tcW w:w="3402" w:type="dxa"/>
          </w:tcPr>
          <w:p w14:paraId="5CA8ABF2" w14:textId="289AEFB2" w:rsidR="00742A08" w:rsidRDefault="00742A08" w:rsidP="00C55839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Přístroj pro měření GNSS v geodetické kvalitě (nikoliv stavební)</w:t>
            </w:r>
          </w:p>
        </w:tc>
        <w:tc>
          <w:tcPr>
            <w:tcW w:w="4528" w:type="dxa"/>
          </w:tcPr>
          <w:p w14:paraId="4DD93D94" w14:textId="77777777" w:rsidR="00742A08" w:rsidRDefault="00742A08" w:rsidP="00C55839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</w:tr>
      <w:tr w:rsidR="00742A08" w14:paraId="60A9CFA6" w14:textId="77777777" w:rsidTr="00C5583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14:paraId="2D454A35" w14:textId="77777777" w:rsidR="00742A08" w:rsidRDefault="00742A08" w:rsidP="00C55839">
            <w:pPr>
              <w:tabs>
                <w:tab w:val="num" w:pos="360"/>
              </w:tabs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6.</w:t>
            </w:r>
          </w:p>
        </w:tc>
        <w:tc>
          <w:tcPr>
            <w:tcW w:w="3402" w:type="dxa"/>
          </w:tcPr>
          <w:p w14:paraId="563CA599" w14:textId="669613CA" w:rsidR="00742A08" w:rsidRDefault="00742A08" w:rsidP="00C55839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Přístroj pro měření GNSS v geodetické kvalitě (nikoliv stavební)</w:t>
            </w:r>
          </w:p>
        </w:tc>
        <w:tc>
          <w:tcPr>
            <w:tcW w:w="4528" w:type="dxa"/>
          </w:tcPr>
          <w:p w14:paraId="6FA9D052" w14:textId="77777777" w:rsidR="00742A08" w:rsidRDefault="00742A08" w:rsidP="00C55839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</w:tr>
      <w:tr w:rsidR="00742A08" w14:paraId="610CB058" w14:textId="77777777" w:rsidTr="00C5583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14:paraId="6D9008DD" w14:textId="77777777" w:rsidR="00742A08" w:rsidRDefault="00742A08" w:rsidP="00C55839">
            <w:pPr>
              <w:tabs>
                <w:tab w:val="num" w:pos="360"/>
              </w:tabs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7.</w:t>
            </w:r>
          </w:p>
        </w:tc>
        <w:tc>
          <w:tcPr>
            <w:tcW w:w="3402" w:type="dxa"/>
          </w:tcPr>
          <w:p w14:paraId="49B10643" w14:textId="69547AEA" w:rsidR="00742A08" w:rsidRDefault="00742A08" w:rsidP="00C55839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Přístroj pro měření GNSS v geodetické kvalitě (nikoliv stavební)</w:t>
            </w:r>
          </w:p>
        </w:tc>
        <w:tc>
          <w:tcPr>
            <w:tcW w:w="4528" w:type="dxa"/>
          </w:tcPr>
          <w:p w14:paraId="274A1B79" w14:textId="77777777" w:rsidR="00742A08" w:rsidRDefault="00742A08" w:rsidP="00C55839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</w:tr>
      <w:tr w:rsidR="00742A08" w14:paraId="3D14F9FD" w14:textId="77777777" w:rsidTr="00C5583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14:paraId="3ED6136F" w14:textId="77777777" w:rsidR="00742A08" w:rsidRDefault="00742A08" w:rsidP="00C55839">
            <w:pPr>
              <w:tabs>
                <w:tab w:val="num" w:pos="360"/>
              </w:tabs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8.</w:t>
            </w:r>
          </w:p>
        </w:tc>
        <w:tc>
          <w:tcPr>
            <w:tcW w:w="3402" w:type="dxa"/>
          </w:tcPr>
          <w:p w14:paraId="35B45FA4" w14:textId="32F5DD21" w:rsidR="00742A08" w:rsidRDefault="00742A08" w:rsidP="00C55839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Přístroj pro měření GNSS v geodetické kvalitě (nikoliv stavební)</w:t>
            </w:r>
          </w:p>
        </w:tc>
        <w:tc>
          <w:tcPr>
            <w:tcW w:w="4528" w:type="dxa"/>
          </w:tcPr>
          <w:p w14:paraId="63C5FA02" w14:textId="77777777" w:rsidR="00742A08" w:rsidRDefault="00742A08" w:rsidP="00C55839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</w:tr>
      <w:tr w:rsidR="00742A08" w14:paraId="5F059016" w14:textId="77777777" w:rsidTr="00C5583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14:paraId="68C741E3" w14:textId="77777777" w:rsidR="00742A08" w:rsidRDefault="00742A08" w:rsidP="00C55839">
            <w:pPr>
              <w:tabs>
                <w:tab w:val="num" w:pos="360"/>
              </w:tabs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9.</w:t>
            </w:r>
          </w:p>
        </w:tc>
        <w:tc>
          <w:tcPr>
            <w:tcW w:w="3402" w:type="dxa"/>
          </w:tcPr>
          <w:p w14:paraId="3F379FA5" w14:textId="7EA57E6F" w:rsidR="00742A08" w:rsidRDefault="00742A08" w:rsidP="00C55839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Přístroj pro měření GNSS v geodetické kvalitě (nikoliv stavební)</w:t>
            </w:r>
          </w:p>
        </w:tc>
        <w:tc>
          <w:tcPr>
            <w:tcW w:w="4528" w:type="dxa"/>
          </w:tcPr>
          <w:p w14:paraId="53F45249" w14:textId="77777777" w:rsidR="00742A08" w:rsidRDefault="00742A08" w:rsidP="00C55839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</w:tr>
      <w:tr w:rsidR="00742A08" w14:paraId="52437DD9" w14:textId="77777777" w:rsidTr="00C5583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14:paraId="73758676" w14:textId="77777777" w:rsidR="00742A08" w:rsidRDefault="00742A08" w:rsidP="00C55839">
            <w:pPr>
              <w:tabs>
                <w:tab w:val="num" w:pos="360"/>
              </w:tabs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10.</w:t>
            </w:r>
          </w:p>
        </w:tc>
        <w:tc>
          <w:tcPr>
            <w:tcW w:w="3402" w:type="dxa"/>
          </w:tcPr>
          <w:p w14:paraId="7EB46156" w14:textId="7B7F2DDB" w:rsidR="00742A08" w:rsidRDefault="00742A08" w:rsidP="00C55839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 xml:space="preserve">Přístroj pro měření GNSS v geodetické kvalitě </w:t>
            </w:r>
            <w:r>
              <w:rPr>
                <w:rFonts w:eastAsia="Times New Roman" w:cs="Times New Roman"/>
                <w:lang w:eastAsia="cs-CZ"/>
              </w:rPr>
              <w:lastRenderedPageBreak/>
              <w:t>(nikoliv stavební)</w:t>
            </w:r>
          </w:p>
        </w:tc>
        <w:tc>
          <w:tcPr>
            <w:tcW w:w="4528" w:type="dxa"/>
          </w:tcPr>
          <w:p w14:paraId="690725D6" w14:textId="77777777" w:rsidR="00742A08" w:rsidRDefault="00742A08" w:rsidP="00C55839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</w:tr>
      <w:tr w:rsidR="00742A08" w14:paraId="37A8762E" w14:textId="77777777" w:rsidTr="00C5583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14:paraId="023FD862" w14:textId="77777777" w:rsidR="00742A08" w:rsidRDefault="00742A08" w:rsidP="00C55839">
            <w:pPr>
              <w:tabs>
                <w:tab w:val="num" w:pos="360"/>
              </w:tabs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lastRenderedPageBreak/>
              <w:t>11.</w:t>
            </w:r>
          </w:p>
        </w:tc>
        <w:tc>
          <w:tcPr>
            <w:tcW w:w="3402" w:type="dxa"/>
          </w:tcPr>
          <w:p w14:paraId="665CE651" w14:textId="379A5922" w:rsidR="00742A08" w:rsidRDefault="00742A08" w:rsidP="00C55839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Přístroj pro měření GNSS v geodetické kvalitě (nikoliv stavební)</w:t>
            </w:r>
          </w:p>
        </w:tc>
        <w:tc>
          <w:tcPr>
            <w:tcW w:w="4528" w:type="dxa"/>
          </w:tcPr>
          <w:p w14:paraId="14FC8C8B" w14:textId="77777777" w:rsidR="00742A08" w:rsidRDefault="00742A08" w:rsidP="00C55839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</w:tr>
      <w:tr w:rsidR="00742A08" w14:paraId="6F538AB9" w14:textId="77777777" w:rsidTr="00C5583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14:paraId="54CA99B4" w14:textId="77777777" w:rsidR="00742A08" w:rsidRDefault="00742A08" w:rsidP="00C55839">
            <w:pPr>
              <w:tabs>
                <w:tab w:val="num" w:pos="360"/>
              </w:tabs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12.</w:t>
            </w:r>
          </w:p>
        </w:tc>
        <w:tc>
          <w:tcPr>
            <w:tcW w:w="3402" w:type="dxa"/>
          </w:tcPr>
          <w:p w14:paraId="7B7763CE" w14:textId="1E2A8BCF" w:rsidR="00742A08" w:rsidRDefault="00742A08" w:rsidP="00C55839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Přístroj pro měření GNSS v geodetické kvalitě (nikoliv stavební)</w:t>
            </w:r>
          </w:p>
        </w:tc>
        <w:tc>
          <w:tcPr>
            <w:tcW w:w="4528" w:type="dxa"/>
          </w:tcPr>
          <w:p w14:paraId="2E3CD8BD" w14:textId="77777777" w:rsidR="00742A08" w:rsidRDefault="00742A08" w:rsidP="00C55839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</w:tr>
      <w:tr w:rsidR="00742A08" w14:paraId="6F3B67EA" w14:textId="77777777" w:rsidTr="00C5583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14:paraId="72FDC0A8" w14:textId="77777777" w:rsidR="00742A08" w:rsidRDefault="00742A08" w:rsidP="00C55839">
            <w:pPr>
              <w:tabs>
                <w:tab w:val="num" w:pos="360"/>
              </w:tabs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13.</w:t>
            </w:r>
          </w:p>
        </w:tc>
        <w:tc>
          <w:tcPr>
            <w:tcW w:w="3402" w:type="dxa"/>
          </w:tcPr>
          <w:p w14:paraId="0BD4EB24" w14:textId="48EAE524" w:rsidR="00742A08" w:rsidRDefault="00742A08" w:rsidP="00C55839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Přístroj pro měření GNSS v geodetické kvalitě (nikoliv stavební)</w:t>
            </w:r>
          </w:p>
        </w:tc>
        <w:tc>
          <w:tcPr>
            <w:tcW w:w="4528" w:type="dxa"/>
          </w:tcPr>
          <w:p w14:paraId="024D6C2B" w14:textId="77777777" w:rsidR="00742A08" w:rsidRDefault="00742A08" w:rsidP="00C55839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</w:tr>
      <w:tr w:rsidR="00742A08" w14:paraId="751D2E1E" w14:textId="77777777" w:rsidTr="00C5583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14:paraId="550E61FD" w14:textId="77777777" w:rsidR="00742A08" w:rsidRDefault="00742A08" w:rsidP="00C55839">
            <w:pPr>
              <w:tabs>
                <w:tab w:val="num" w:pos="360"/>
              </w:tabs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14.</w:t>
            </w:r>
          </w:p>
        </w:tc>
        <w:tc>
          <w:tcPr>
            <w:tcW w:w="3402" w:type="dxa"/>
          </w:tcPr>
          <w:p w14:paraId="23D1F98F" w14:textId="2F495C1A" w:rsidR="00742A08" w:rsidRDefault="00742A08" w:rsidP="00C55839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Přístroj pro měření GNSS v geodetické kvalitě (nikoliv stavební)</w:t>
            </w:r>
          </w:p>
        </w:tc>
        <w:tc>
          <w:tcPr>
            <w:tcW w:w="4528" w:type="dxa"/>
          </w:tcPr>
          <w:p w14:paraId="495FA3D6" w14:textId="77777777" w:rsidR="00742A08" w:rsidRDefault="00742A08" w:rsidP="00C55839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</w:tr>
      <w:tr w:rsidR="00742A08" w14:paraId="07EBEC0B" w14:textId="77777777" w:rsidTr="00C5583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14:paraId="7B7F2BE2" w14:textId="77777777" w:rsidR="00742A08" w:rsidRDefault="00742A08" w:rsidP="00C55839">
            <w:pPr>
              <w:tabs>
                <w:tab w:val="num" w:pos="360"/>
              </w:tabs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15.</w:t>
            </w:r>
          </w:p>
        </w:tc>
        <w:tc>
          <w:tcPr>
            <w:tcW w:w="3402" w:type="dxa"/>
          </w:tcPr>
          <w:p w14:paraId="58C36806" w14:textId="56ED4525" w:rsidR="00742A08" w:rsidRDefault="00742A08" w:rsidP="00C55839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Přístroj pro měření GNSS v geodetické kvalitě (nikoliv stavební)</w:t>
            </w:r>
          </w:p>
        </w:tc>
        <w:tc>
          <w:tcPr>
            <w:tcW w:w="4528" w:type="dxa"/>
          </w:tcPr>
          <w:p w14:paraId="5B7A8FCF" w14:textId="77777777" w:rsidR="00742A08" w:rsidRDefault="00742A08" w:rsidP="00C55839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</w:tr>
      <w:tr w:rsidR="00742A08" w14:paraId="2BA0C768" w14:textId="77777777" w:rsidTr="00C5583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14:paraId="00CB0E6F" w14:textId="77777777" w:rsidR="00742A08" w:rsidRDefault="00742A08" w:rsidP="00C55839">
            <w:pPr>
              <w:tabs>
                <w:tab w:val="num" w:pos="360"/>
              </w:tabs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16.</w:t>
            </w:r>
          </w:p>
        </w:tc>
        <w:tc>
          <w:tcPr>
            <w:tcW w:w="3402" w:type="dxa"/>
          </w:tcPr>
          <w:p w14:paraId="08F560CA" w14:textId="122603A9" w:rsidR="00742A08" w:rsidRDefault="00742A08" w:rsidP="00C55839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Přístroj pro měření GNSS v geodetické kvalitě (nikoliv stavební)</w:t>
            </w:r>
          </w:p>
        </w:tc>
        <w:tc>
          <w:tcPr>
            <w:tcW w:w="4528" w:type="dxa"/>
          </w:tcPr>
          <w:p w14:paraId="488EDC28" w14:textId="77777777" w:rsidR="00742A08" w:rsidRDefault="00742A08" w:rsidP="00C55839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</w:tr>
    </w:tbl>
    <w:p w14:paraId="4603B658" w14:textId="77777777" w:rsidR="00742A08" w:rsidRDefault="00742A08" w:rsidP="003C4FBB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0" w:type="auto"/>
        <w:tblBorders>
          <w:top w:val="single" w:sz="2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930"/>
        <w:gridCol w:w="3402"/>
        <w:gridCol w:w="4528"/>
      </w:tblGrid>
      <w:tr w:rsidR="00742A08" w14:paraId="19279D40" w14:textId="77777777" w:rsidTr="00C5583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6029FBB4" w14:textId="77777777" w:rsidR="00742A08" w:rsidRDefault="00742A08" w:rsidP="00C55839">
            <w:pPr>
              <w:tabs>
                <w:tab w:val="num" w:pos="360"/>
              </w:tabs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 xml:space="preserve">Č. </w:t>
            </w:r>
          </w:p>
        </w:tc>
        <w:tc>
          <w:tcPr>
            <w:tcW w:w="340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45AA2525" w14:textId="77777777" w:rsidR="00742A08" w:rsidRDefault="00742A08" w:rsidP="00C55839">
            <w:pPr>
              <w:tabs>
                <w:tab w:val="num" w:pos="360"/>
              </w:tabs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Vybavení</w:t>
            </w:r>
          </w:p>
        </w:tc>
        <w:tc>
          <w:tcPr>
            <w:tcW w:w="452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2B5FE6D7" w14:textId="77777777" w:rsidR="00742A08" w:rsidRDefault="00742A08" w:rsidP="00C55839">
            <w:pPr>
              <w:tabs>
                <w:tab w:val="num" w:pos="360"/>
              </w:tabs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Číslo kalibračního listu*</w:t>
            </w:r>
          </w:p>
        </w:tc>
      </w:tr>
      <w:tr w:rsidR="00742A08" w14:paraId="53A9F7FC" w14:textId="77777777" w:rsidTr="00C5583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14:paraId="1FC85D3E" w14:textId="77777777" w:rsidR="00742A08" w:rsidRDefault="00742A08" w:rsidP="00C55839">
            <w:pPr>
              <w:tabs>
                <w:tab w:val="num" w:pos="360"/>
              </w:tabs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1.</w:t>
            </w:r>
          </w:p>
        </w:tc>
        <w:tc>
          <w:tcPr>
            <w:tcW w:w="3402" w:type="dxa"/>
          </w:tcPr>
          <w:p w14:paraId="64ADE7D1" w14:textId="703D5832" w:rsidR="00742A08" w:rsidRDefault="00742A08" w:rsidP="00C55839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Nivelační přístroj pro zpřesněnou nivelaci (nikoliv stavební)</w:t>
            </w:r>
          </w:p>
        </w:tc>
        <w:tc>
          <w:tcPr>
            <w:tcW w:w="4528" w:type="dxa"/>
          </w:tcPr>
          <w:p w14:paraId="7EA32406" w14:textId="77777777" w:rsidR="00742A08" w:rsidRDefault="00742A08" w:rsidP="00C55839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</w:tr>
      <w:tr w:rsidR="00742A08" w14:paraId="2E488B2D" w14:textId="77777777" w:rsidTr="00C5583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14:paraId="3A9B577D" w14:textId="77777777" w:rsidR="00742A08" w:rsidRDefault="00742A08" w:rsidP="00C55839">
            <w:pPr>
              <w:tabs>
                <w:tab w:val="num" w:pos="360"/>
              </w:tabs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2.</w:t>
            </w:r>
          </w:p>
        </w:tc>
        <w:tc>
          <w:tcPr>
            <w:tcW w:w="3402" w:type="dxa"/>
          </w:tcPr>
          <w:p w14:paraId="74782130" w14:textId="657330D0" w:rsidR="00742A08" w:rsidRDefault="00742A08" w:rsidP="00C55839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Nivelační přístroj pro zpřesněnou nivelaci (nikoliv stavební)</w:t>
            </w:r>
          </w:p>
        </w:tc>
        <w:tc>
          <w:tcPr>
            <w:tcW w:w="4528" w:type="dxa"/>
          </w:tcPr>
          <w:p w14:paraId="3F9E12EB" w14:textId="77777777" w:rsidR="00742A08" w:rsidRDefault="00742A08" w:rsidP="00C55839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</w:tr>
      <w:tr w:rsidR="00742A08" w14:paraId="2759B6F8" w14:textId="77777777" w:rsidTr="00C5583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14:paraId="301013F7" w14:textId="77777777" w:rsidR="00742A08" w:rsidRDefault="00742A08" w:rsidP="00C55839">
            <w:pPr>
              <w:tabs>
                <w:tab w:val="num" w:pos="360"/>
              </w:tabs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3.</w:t>
            </w:r>
          </w:p>
        </w:tc>
        <w:tc>
          <w:tcPr>
            <w:tcW w:w="3402" w:type="dxa"/>
          </w:tcPr>
          <w:p w14:paraId="73DAC3AB" w14:textId="0A2523A1" w:rsidR="00742A08" w:rsidRDefault="00742A08" w:rsidP="00C55839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Nivelační přístroj pro zpřesněnou nivelaci (nikoliv stavební)</w:t>
            </w:r>
          </w:p>
        </w:tc>
        <w:tc>
          <w:tcPr>
            <w:tcW w:w="4528" w:type="dxa"/>
          </w:tcPr>
          <w:p w14:paraId="2A916844" w14:textId="77777777" w:rsidR="00742A08" w:rsidRDefault="00742A08" w:rsidP="00C55839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</w:tr>
      <w:tr w:rsidR="00742A08" w14:paraId="7C098762" w14:textId="77777777" w:rsidTr="00C5583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14:paraId="37CD1FC3" w14:textId="77777777" w:rsidR="00742A08" w:rsidRDefault="00742A08" w:rsidP="00C55839">
            <w:pPr>
              <w:tabs>
                <w:tab w:val="num" w:pos="360"/>
              </w:tabs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4</w:t>
            </w:r>
          </w:p>
        </w:tc>
        <w:tc>
          <w:tcPr>
            <w:tcW w:w="3402" w:type="dxa"/>
          </w:tcPr>
          <w:p w14:paraId="5348433F" w14:textId="6E7C508C" w:rsidR="00742A08" w:rsidRDefault="00742A08" w:rsidP="00C55839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Nivelační přístroj pro zpřesněnou nivelaci (nikoliv stavební)</w:t>
            </w:r>
          </w:p>
        </w:tc>
        <w:tc>
          <w:tcPr>
            <w:tcW w:w="4528" w:type="dxa"/>
          </w:tcPr>
          <w:p w14:paraId="1648A5B3" w14:textId="77777777" w:rsidR="00742A08" w:rsidRDefault="00742A08" w:rsidP="00C55839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</w:tr>
      <w:tr w:rsidR="00742A08" w14:paraId="5582F406" w14:textId="77777777" w:rsidTr="00C5583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14:paraId="149BC61F" w14:textId="77777777" w:rsidR="00742A08" w:rsidRDefault="00742A08" w:rsidP="00C55839">
            <w:pPr>
              <w:tabs>
                <w:tab w:val="num" w:pos="360"/>
              </w:tabs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5.</w:t>
            </w:r>
          </w:p>
        </w:tc>
        <w:tc>
          <w:tcPr>
            <w:tcW w:w="3402" w:type="dxa"/>
          </w:tcPr>
          <w:p w14:paraId="370C4F21" w14:textId="34468552" w:rsidR="00742A08" w:rsidRDefault="00742A08" w:rsidP="00C55839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Nivelační přístroj pro zpřesněnou nivelaci (nikoliv stavební)</w:t>
            </w:r>
          </w:p>
        </w:tc>
        <w:tc>
          <w:tcPr>
            <w:tcW w:w="4528" w:type="dxa"/>
          </w:tcPr>
          <w:p w14:paraId="6E4483D8" w14:textId="77777777" w:rsidR="00742A08" w:rsidRDefault="00742A08" w:rsidP="00C55839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</w:tr>
      <w:tr w:rsidR="00742A08" w14:paraId="3E10E234" w14:textId="77777777" w:rsidTr="00C5583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14:paraId="1BD85C14" w14:textId="77777777" w:rsidR="00742A08" w:rsidRDefault="00742A08" w:rsidP="00C55839">
            <w:pPr>
              <w:tabs>
                <w:tab w:val="num" w:pos="360"/>
              </w:tabs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6.</w:t>
            </w:r>
          </w:p>
        </w:tc>
        <w:tc>
          <w:tcPr>
            <w:tcW w:w="3402" w:type="dxa"/>
          </w:tcPr>
          <w:p w14:paraId="56513332" w14:textId="05C8AD80" w:rsidR="00742A08" w:rsidRDefault="00742A08" w:rsidP="00C55839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Nivelační přístroj pro zpřesněnou nivelaci (nikoliv stavební)</w:t>
            </w:r>
          </w:p>
        </w:tc>
        <w:tc>
          <w:tcPr>
            <w:tcW w:w="4528" w:type="dxa"/>
          </w:tcPr>
          <w:p w14:paraId="0425ED65" w14:textId="77777777" w:rsidR="00742A08" w:rsidRDefault="00742A08" w:rsidP="00C55839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</w:tr>
      <w:tr w:rsidR="00742A08" w14:paraId="249052F8" w14:textId="77777777" w:rsidTr="00C5583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14:paraId="28C2CCAB" w14:textId="77777777" w:rsidR="00742A08" w:rsidRDefault="00742A08" w:rsidP="00C55839">
            <w:pPr>
              <w:tabs>
                <w:tab w:val="num" w:pos="360"/>
              </w:tabs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7.</w:t>
            </w:r>
          </w:p>
        </w:tc>
        <w:tc>
          <w:tcPr>
            <w:tcW w:w="3402" w:type="dxa"/>
          </w:tcPr>
          <w:p w14:paraId="5432858D" w14:textId="58EEBB31" w:rsidR="00742A08" w:rsidRDefault="00ED0C67" w:rsidP="00C55839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Nivelační přístroj pro zpřesněnou nivelaci (nikoliv stavební)</w:t>
            </w:r>
          </w:p>
        </w:tc>
        <w:tc>
          <w:tcPr>
            <w:tcW w:w="4528" w:type="dxa"/>
          </w:tcPr>
          <w:p w14:paraId="313A4C5D" w14:textId="77777777" w:rsidR="00742A08" w:rsidRDefault="00742A08" w:rsidP="00C55839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</w:tr>
      <w:tr w:rsidR="00742A08" w14:paraId="24A92B72" w14:textId="77777777" w:rsidTr="00C5583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14:paraId="4FCBBD00" w14:textId="77777777" w:rsidR="00742A08" w:rsidRDefault="00742A08" w:rsidP="00C55839">
            <w:pPr>
              <w:tabs>
                <w:tab w:val="num" w:pos="360"/>
              </w:tabs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8.</w:t>
            </w:r>
          </w:p>
        </w:tc>
        <w:tc>
          <w:tcPr>
            <w:tcW w:w="3402" w:type="dxa"/>
          </w:tcPr>
          <w:p w14:paraId="561E78B9" w14:textId="0D4616F4" w:rsidR="00742A08" w:rsidRDefault="00ED0C67" w:rsidP="00C55839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Nivelační přístroj pro zpřesněnou nivelaci (nikoliv stavební)</w:t>
            </w:r>
          </w:p>
        </w:tc>
        <w:tc>
          <w:tcPr>
            <w:tcW w:w="4528" w:type="dxa"/>
          </w:tcPr>
          <w:p w14:paraId="6A0A353C" w14:textId="77777777" w:rsidR="00742A08" w:rsidRDefault="00742A08" w:rsidP="00C55839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</w:tr>
    </w:tbl>
    <w:p w14:paraId="308E5A46" w14:textId="77777777" w:rsidR="00742A08" w:rsidRDefault="00742A08" w:rsidP="003C4FBB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7B06839B" w14:textId="4B867D0C" w:rsidR="00B61AE0" w:rsidRDefault="00ED0C67" w:rsidP="001D656A">
      <w:pPr>
        <w:autoSpaceDE w:val="0"/>
        <w:autoSpaceDN w:val="0"/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* doplní dodavatel</w:t>
      </w:r>
    </w:p>
    <w:p w14:paraId="43F3CBA1" w14:textId="77777777" w:rsidR="00B61AE0" w:rsidRDefault="00B61AE0" w:rsidP="001D656A">
      <w:pPr>
        <w:autoSpaceDE w:val="0"/>
        <w:autoSpaceDN w:val="0"/>
        <w:spacing w:after="0" w:line="240" w:lineRule="auto"/>
        <w:rPr>
          <w:rFonts w:eastAsia="Times New Roman" w:cs="Times New Roman"/>
          <w:lang w:eastAsia="cs-CZ"/>
        </w:rPr>
      </w:pPr>
    </w:p>
    <w:p w14:paraId="7AD7BA86" w14:textId="2A343D3A" w:rsidR="00B61AE0" w:rsidRDefault="00B61AE0" w:rsidP="001D656A">
      <w:pPr>
        <w:autoSpaceDE w:val="0"/>
        <w:autoSpaceDN w:val="0"/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Přílohy:</w:t>
      </w:r>
    </w:p>
    <w:p w14:paraId="6A620E86" w14:textId="6D5C3089" w:rsidR="00ED0C67" w:rsidRDefault="00ED0C67" w:rsidP="00ED0C67">
      <w:pPr>
        <w:pStyle w:val="podlnek"/>
        <w:keepNext w:val="0"/>
        <w:keepLines w:val="0"/>
        <w:widowControl w:val="0"/>
        <w:numPr>
          <w:ilvl w:val="0"/>
          <w:numId w:val="0"/>
        </w:numPr>
        <w:suppressAutoHyphens/>
        <w:rPr>
          <w:rFonts w:eastAsia="Times New Roman"/>
          <w:u w:color="394A58"/>
          <w:lang w:eastAsia="cs-CZ"/>
        </w:rPr>
      </w:pPr>
      <w:r>
        <w:rPr>
          <w:rFonts w:eastAsia="Times New Roman" w:cs="Times New Roman"/>
          <w:lang w:eastAsia="cs-CZ"/>
        </w:rPr>
        <w:t>Kalibrační listy</w:t>
      </w:r>
      <w:r w:rsidR="00B61AE0" w:rsidRPr="00220CB2">
        <w:rPr>
          <w:rFonts w:eastAsia="Times New Roman" w:cs="Times New Roman"/>
          <w:lang w:eastAsia="cs-CZ"/>
        </w:rPr>
        <w:t xml:space="preserve"> </w:t>
      </w:r>
      <w:r>
        <w:rPr>
          <w:rFonts w:eastAsia="Times New Roman" w:cs="Times New Roman"/>
          <w:lang w:eastAsia="cs-CZ"/>
        </w:rPr>
        <w:t xml:space="preserve">k totálním stanicím </w:t>
      </w:r>
      <w:r w:rsidRPr="003E2086">
        <w:rPr>
          <w:rFonts w:eastAsia="Times New Roman"/>
          <w:u w:color="394A58"/>
          <w:lang w:eastAsia="cs-CZ"/>
        </w:rPr>
        <w:t xml:space="preserve">v přesnosti </w:t>
      </w:r>
      <w:proofErr w:type="spellStart"/>
      <w:r w:rsidRPr="003E2086">
        <w:rPr>
          <w:rFonts w:eastAsia="Times New Roman"/>
          <w:u w:color="394A58"/>
          <w:lang w:eastAsia="cs-CZ"/>
        </w:rPr>
        <w:t>max</w:t>
      </w:r>
      <w:proofErr w:type="spellEnd"/>
      <w:r w:rsidRPr="003E2086">
        <w:rPr>
          <w:rFonts w:eastAsia="Times New Roman"/>
          <w:u w:color="394A58"/>
          <w:lang w:eastAsia="cs-CZ"/>
        </w:rPr>
        <w:t xml:space="preserve"> 2“ </w:t>
      </w:r>
      <w:proofErr w:type="spellStart"/>
      <w:r w:rsidRPr="003E2086">
        <w:rPr>
          <w:rFonts w:eastAsia="Times New Roman"/>
          <w:u w:color="394A58"/>
          <w:lang w:eastAsia="cs-CZ"/>
        </w:rPr>
        <w:t>ppm</w:t>
      </w:r>
      <w:proofErr w:type="spellEnd"/>
      <w:r w:rsidRPr="003E2086">
        <w:rPr>
          <w:rFonts w:eastAsia="Times New Roman"/>
          <w:u w:color="394A58"/>
          <w:lang w:eastAsia="cs-CZ"/>
        </w:rPr>
        <w:t xml:space="preserve"> </w:t>
      </w:r>
      <w:r>
        <w:rPr>
          <w:rFonts w:eastAsia="Times New Roman"/>
          <w:u w:color="394A58"/>
          <w:lang w:eastAsia="cs-CZ"/>
        </w:rPr>
        <w:t>2+2 16x</w:t>
      </w:r>
    </w:p>
    <w:p w14:paraId="2B942500" w14:textId="472F1B5A" w:rsidR="00ED0C67" w:rsidRDefault="00ED0C67" w:rsidP="00ED0C67">
      <w:pPr>
        <w:pStyle w:val="podlnek"/>
        <w:keepNext w:val="0"/>
        <w:keepLines w:val="0"/>
        <w:widowControl w:val="0"/>
        <w:numPr>
          <w:ilvl w:val="0"/>
          <w:numId w:val="0"/>
        </w:numPr>
        <w:suppressAutoHyphens/>
        <w:rPr>
          <w:rFonts w:eastAsia="Times New Roman"/>
          <w:u w:color="394A58"/>
          <w:lang w:eastAsia="cs-CZ"/>
        </w:rPr>
      </w:pPr>
      <w:r>
        <w:rPr>
          <w:rFonts w:eastAsia="Times New Roman"/>
          <w:u w:color="394A58"/>
          <w:lang w:eastAsia="cs-CZ"/>
        </w:rPr>
        <w:t>Kalibrační listy k přístrojům pro měření GNSS v geodetické kvalitě (nikoliv stavební) 16x</w:t>
      </w:r>
    </w:p>
    <w:p w14:paraId="022B036D" w14:textId="4CC51D6F" w:rsidR="00ED0C67" w:rsidRPr="003E2086" w:rsidRDefault="00ED0C67" w:rsidP="00ED0C67">
      <w:pPr>
        <w:pStyle w:val="podlnek"/>
        <w:keepNext w:val="0"/>
        <w:keepLines w:val="0"/>
        <w:widowControl w:val="0"/>
        <w:numPr>
          <w:ilvl w:val="0"/>
          <w:numId w:val="0"/>
        </w:numPr>
        <w:suppressAutoHyphens/>
        <w:rPr>
          <w:rFonts w:eastAsia="Times New Roman"/>
          <w:u w:color="394A58"/>
          <w:lang w:eastAsia="cs-CZ"/>
        </w:rPr>
      </w:pPr>
      <w:r>
        <w:rPr>
          <w:rFonts w:eastAsia="Times New Roman"/>
          <w:u w:color="394A58"/>
          <w:lang w:eastAsia="cs-CZ"/>
        </w:rPr>
        <w:t>Kalibrační listy k nivelačním přístrojům pro zpřesněnou nivelaci (nikoliv stavební) 8x</w:t>
      </w:r>
    </w:p>
    <w:p w14:paraId="5D1ED48B" w14:textId="4107138D" w:rsidR="001D656A" w:rsidRDefault="001D656A" w:rsidP="00B61AE0">
      <w:pPr>
        <w:autoSpaceDE w:val="0"/>
        <w:autoSpaceDN w:val="0"/>
        <w:spacing w:after="0" w:line="240" w:lineRule="auto"/>
        <w:rPr>
          <w:rFonts w:eastAsia="Times New Roman" w:cs="Times New Roman"/>
          <w:lang w:eastAsia="cs-CZ"/>
        </w:rPr>
      </w:pPr>
    </w:p>
    <w:p w14:paraId="3901F256" w14:textId="77777777" w:rsidR="00B61AE0" w:rsidRDefault="00B61AE0" w:rsidP="00B61AE0">
      <w:pPr>
        <w:autoSpaceDE w:val="0"/>
        <w:autoSpaceDN w:val="0"/>
        <w:spacing w:after="0" w:line="240" w:lineRule="auto"/>
        <w:rPr>
          <w:rFonts w:eastAsia="Times New Roman" w:cs="Times New Roman"/>
          <w:lang w:eastAsia="cs-CZ"/>
        </w:rPr>
      </w:pPr>
    </w:p>
    <w:p w14:paraId="58CD83F5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</w:p>
    <w:p w14:paraId="5F4C24C6" w14:textId="3EEFA546" w:rsidR="003C4FBB" w:rsidRDefault="0025546E" w:rsidP="003C4FBB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</w:t>
      </w:r>
      <w:r w:rsidR="003C4FBB">
        <w:rPr>
          <w:rFonts w:eastAsia="Times New Roman" w:cs="Times New Roman"/>
          <w:lang w:eastAsia="cs-CZ"/>
        </w:rPr>
        <w:t>… dne ………………………</w:t>
      </w:r>
    </w:p>
    <w:p w14:paraId="072B9773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2E5DD040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00AE6F0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D4A6E2A" w14:textId="77777777" w:rsidR="009F392E" w:rsidRPr="003C4FBB" w:rsidRDefault="009F392E" w:rsidP="003C4FBB"/>
    <w:sectPr w:rsidR="009F392E" w:rsidRPr="003C4FBB" w:rsidSect="00FC638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5312BA8B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88B758B" w14:textId="77777777" w:rsidR="00D350B5" w:rsidRDefault="00D350B5" w:rsidP="00962258">
      <w:pPr>
        <w:spacing w:after="0" w:line="240" w:lineRule="auto"/>
      </w:pPr>
      <w:r>
        <w:separator/>
      </w:r>
    </w:p>
  </w:endnote>
  <w:endnote w:type="continuationSeparator" w:id="0">
    <w:p w14:paraId="5E9EEA3E" w14:textId="77777777" w:rsidR="00D350B5" w:rsidRDefault="00D350B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3A6B3F" w14:textId="77777777" w:rsidR="00307779" w:rsidRDefault="00307779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50A7B8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30DCB3F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0777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0777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33B09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AE576C2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009DA59" w14:textId="77777777" w:rsidR="00F1715C" w:rsidRDefault="00F1715C" w:rsidP="00D831A3">
          <w:pPr>
            <w:pStyle w:val="Zpat"/>
          </w:pPr>
        </w:p>
      </w:tc>
    </w:tr>
  </w:tbl>
  <w:p w14:paraId="1E3097F2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73494A5" wp14:editId="3737850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5CE33094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7F7974A" wp14:editId="2073D6B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417A139C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37B7998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59448B4" w14:textId="46E6B22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0777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0777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4B5F7A2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3E9DE50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E028273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31533205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FB2C527" w14:textId="264C4CFB" w:rsidR="00F1715C" w:rsidRDefault="00AE37F4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6842531D" w14:textId="77777777" w:rsidR="00F1715C" w:rsidRDefault="00F1715C" w:rsidP="00460660">
          <w:pPr>
            <w:pStyle w:val="Zpat"/>
          </w:pPr>
        </w:p>
      </w:tc>
    </w:tr>
  </w:tbl>
  <w:p w14:paraId="42F491F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9E5CC05" wp14:editId="2FD0BAF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7549F81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5A1D685" wp14:editId="5CAF940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173A41A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B8F763C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B2F7A8" w14:textId="77777777" w:rsidR="00D350B5" w:rsidRDefault="00D350B5" w:rsidP="00962258">
      <w:pPr>
        <w:spacing w:after="0" w:line="240" w:lineRule="auto"/>
      </w:pPr>
      <w:r>
        <w:separator/>
      </w:r>
    </w:p>
  </w:footnote>
  <w:footnote w:type="continuationSeparator" w:id="0">
    <w:p w14:paraId="43075BA4" w14:textId="77777777" w:rsidR="00D350B5" w:rsidRDefault="00D350B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DA2257" w14:textId="77777777" w:rsidR="00307779" w:rsidRDefault="00307779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88F22E" w14:textId="1F311858" w:rsidR="00F1715C" w:rsidRDefault="00307779" w:rsidP="00307779">
    <w:pPr>
      <w:pStyle w:val="Zhlav"/>
      <w:jc w:val="center"/>
      <w:rPr>
        <w:sz w:val="8"/>
        <w:szCs w:val="8"/>
      </w:rPr>
    </w:pPr>
    <w:r>
      <w:rPr>
        <w:noProof/>
        <w:lang w:eastAsia="cs-CZ"/>
      </w:rPr>
      <w:drawing>
        <wp:inline distT="0" distB="0" distL="0" distR="0" wp14:anchorId="397FB43F" wp14:editId="7332AB47">
          <wp:extent cx="1248442" cy="720000"/>
          <wp:effectExtent l="0" t="0" r="0" b="4445"/>
          <wp:docPr id="5" name="Obrázek 5" descr="C:\Users\SirokaA\Desktop\SFDI logo\malé\JPG\logo-barv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SirokaA\Desktop\SFDI logo\malé\JPG\logo-barv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8442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9E1AD30" w14:textId="77777777" w:rsidR="00307779" w:rsidRDefault="00307779" w:rsidP="00307779">
    <w:pPr>
      <w:pStyle w:val="Zhlav"/>
      <w:jc w:val="center"/>
      <w:rPr>
        <w:sz w:val="8"/>
        <w:szCs w:val="8"/>
      </w:rPr>
    </w:pPr>
  </w:p>
  <w:p w14:paraId="61BE07F1" w14:textId="77777777" w:rsidR="00307779" w:rsidRPr="00D6163D" w:rsidRDefault="00307779" w:rsidP="00307779">
    <w:pPr>
      <w:pStyle w:val="Zhlav"/>
      <w:jc w:val="center"/>
      <w:rPr>
        <w:sz w:val="8"/>
        <w:szCs w:val="8"/>
      </w:rPr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BDC1E3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1196B0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72A8357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4FD7E1E" w14:textId="77777777" w:rsidR="00F1715C" w:rsidRPr="00D6163D" w:rsidRDefault="00F1715C" w:rsidP="00FC6389">
          <w:pPr>
            <w:pStyle w:val="Druhdokumentu"/>
          </w:pPr>
        </w:p>
      </w:tc>
    </w:tr>
    <w:tr w:rsidR="009F392E" w14:paraId="5F218E6A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67FEB3C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470530A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42E4BDF" w14:textId="77777777" w:rsidR="009F392E" w:rsidRPr="00D6163D" w:rsidRDefault="009F392E" w:rsidP="00FC6389">
          <w:pPr>
            <w:pStyle w:val="Druhdokumentu"/>
          </w:pPr>
        </w:p>
      </w:tc>
    </w:tr>
  </w:tbl>
  <w:p w14:paraId="256161A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701D6DF" wp14:editId="3C9CE40E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3EB57A0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3BC109F7"/>
    <w:multiLevelType w:val="multilevel"/>
    <w:tmpl w:val="2A9E5A0A"/>
    <w:lvl w:ilvl="0">
      <w:start w:val="1"/>
      <w:numFmt w:val="decimal"/>
      <w:pStyle w:val="Normlnlnek"/>
      <w:suff w:val="space"/>
      <w:lvlText w:val="%1."/>
      <w:lvlJc w:val="left"/>
      <w:pPr>
        <w:ind w:left="284" w:firstLine="0"/>
      </w:pPr>
      <w:rPr>
        <w:rFonts w:hint="default"/>
      </w:rPr>
    </w:lvl>
    <w:lvl w:ilvl="1">
      <w:start w:val="1"/>
      <w:numFmt w:val="decimal"/>
      <w:pStyle w:val="Normlnodstavec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podlnek"/>
      <w:suff w:val="space"/>
      <w:lvlText w:val="%1.%2.%3."/>
      <w:lvlJc w:val="right"/>
      <w:pPr>
        <w:ind w:left="1134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hint="default"/>
      </w:rPr>
    </w:lvl>
  </w:abstractNum>
  <w:abstractNum w:abstractNumId="8">
    <w:nsid w:val="6AAF0A8C"/>
    <w:multiLevelType w:val="multilevel"/>
    <w:tmpl w:val="0D34D660"/>
    <w:numStyleLink w:val="ListBulletmultilevel"/>
  </w:abstractNum>
  <w:abstractNum w:abstractNumId="9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9"/>
  </w:num>
  <w:num w:numId="17">
    <w:abstractNumId w:val="2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FBB"/>
    <w:rsid w:val="00072C1E"/>
    <w:rsid w:val="000810D4"/>
    <w:rsid w:val="000E23A7"/>
    <w:rsid w:val="0010693F"/>
    <w:rsid w:val="00114472"/>
    <w:rsid w:val="001550BC"/>
    <w:rsid w:val="001605B9"/>
    <w:rsid w:val="00170EC5"/>
    <w:rsid w:val="001747C1"/>
    <w:rsid w:val="00184743"/>
    <w:rsid w:val="001D656A"/>
    <w:rsid w:val="00207DF5"/>
    <w:rsid w:val="00220CB2"/>
    <w:rsid w:val="0025546E"/>
    <w:rsid w:val="00280E07"/>
    <w:rsid w:val="002C31BF"/>
    <w:rsid w:val="002D08B1"/>
    <w:rsid w:val="002E0CD7"/>
    <w:rsid w:val="00307779"/>
    <w:rsid w:val="00341DCF"/>
    <w:rsid w:val="00357BC6"/>
    <w:rsid w:val="003956C6"/>
    <w:rsid w:val="003C4FBB"/>
    <w:rsid w:val="004136C9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C679D"/>
    <w:rsid w:val="006D7AFE"/>
    <w:rsid w:val="006E0578"/>
    <w:rsid w:val="006E314D"/>
    <w:rsid w:val="00710723"/>
    <w:rsid w:val="00716FC2"/>
    <w:rsid w:val="00723ED1"/>
    <w:rsid w:val="00742A08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67065"/>
    <w:rsid w:val="00886D4B"/>
    <w:rsid w:val="00895406"/>
    <w:rsid w:val="008A3568"/>
    <w:rsid w:val="008D03B9"/>
    <w:rsid w:val="008F18D6"/>
    <w:rsid w:val="00904780"/>
    <w:rsid w:val="009153D4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AE37F4"/>
    <w:rsid w:val="00B15D0D"/>
    <w:rsid w:val="00B61AE0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350B5"/>
    <w:rsid w:val="00D4108E"/>
    <w:rsid w:val="00D6163D"/>
    <w:rsid w:val="00D73D46"/>
    <w:rsid w:val="00D76F3C"/>
    <w:rsid w:val="00D831A3"/>
    <w:rsid w:val="00D86AF7"/>
    <w:rsid w:val="00DC75F3"/>
    <w:rsid w:val="00DD46F3"/>
    <w:rsid w:val="00DE56F2"/>
    <w:rsid w:val="00DF116D"/>
    <w:rsid w:val="00E36C4A"/>
    <w:rsid w:val="00E37925"/>
    <w:rsid w:val="00EB104F"/>
    <w:rsid w:val="00ED0C67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D6909E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C4FBB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Textkomente">
    <w:name w:val="annotation text"/>
    <w:basedOn w:val="Normln"/>
    <w:link w:val="TextkomenteChar"/>
    <w:semiHidden/>
    <w:unhideWhenUsed/>
    <w:rsid w:val="003C4FBB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3C4FBB"/>
    <w:rPr>
      <w:rFonts w:ascii="Arial" w:eastAsia="Times New Roman" w:hAnsi="Arial" w:cs="Times New Roman"/>
      <w:sz w:val="20"/>
      <w:szCs w:val="20"/>
      <w:lang w:eastAsia="cs-CZ"/>
    </w:rPr>
  </w:style>
  <w:style w:type="character" w:styleId="Odkaznakoment">
    <w:name w:val="annotation reference"/>
    <w:semiHidden/>
    <w:unhideWhenUsed/>
    <w:rsid w:val="003C4FBB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5546E"/>
    <w:pPr>
      <w:spacing w:after="24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5546E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Normlnlnek">
    <w:name w:val="Normální článek"/>
    <w:basedOn w:val="Nadpis1"/>
    <w:next w:val="Normlnodstavec"/>
    <w:qFormat/>
    <w:rsid w:val="00ED0C67"/>
    <w:pPr>
      <w:numPr>
        <w:numId w:val="34"/>
      </w:numPr>
      <w:suppressAutoHyphens w:val="0"/>
      <w:spacing w:before="240" w:after="0"/>
      <w:ind w:left="0"/>
    </w:pPr>
    <w:rPr>
      <w:rFonts w:ascii="Verdana" w:eastAsia="Times New Roman" w:hAnsi="Verdana" w:cs="Times New Roman"/>
      <w:bCs/>
      <w:iCs/>
      <w:color w:val="auto"/>
      <w:spacing w:val="0"/>
      <w:sz w:val="18"/>
      <w:szCs w:val="18"/>
    </w:rPr>
  </w:style>
  <w:style w:type="paragraph" w:customStyle="1" w:styleId="Normlnodstavec">
    <w:name w:val="Normální odstavec"/>
    <w:basedOn w:val="Nadpis2"/>
    <w:qFormat/>
    <w:rsid w:val="00ED0C67"/>
    <w:pPr>
      <w:numPr>
        <w:ilvl w:val="1"/>
        <w:numId w:val="34"/>
      </w:numPr>
      <w:pBdr>
        <w:top w:val="none" w:sz="0" w:space="0" w:color="auto"/>
      </w:pBdr>
      <w:tabs>
        <w:tab w:val="left" w:pos="1361"/>
      </w:tabs>
      <w:spacing w:after="0" w:line="276" w:lineRule="auto"/>
    </w:pPr>
    <w:rPr>
      <w:rFonts w:ascii="Verdana" w:eastAsia="Verdana" w:hAnsi="Verdana"/>
      <w:b w:val="0"/>
      <w:bCs/>
      <w:noProof/>
      <w:color w:val="auto"/>
      <w:sz w:val="18"/>
      <w:szCs w:val="26"/>
    </w:rPr>
  </w:style>
  <w:style w:type="paragraph" w:customStyle="1" w:styleId="podlnek">
    <w:name w:val="podčlánek"/>
    <w:basedOn w:val="Nadpis3"/>
    <w:qFormat/>
    <w:rsid w:val="00ED0C67"/>
    <w:pPr>
      <w:numPr>
        <w:ilvl w:val="2"/>
        <w:numId w:val="34"/>
      </w:numPr>
      <w:spacing w:before="200" w:after="0" w:line="276" w:lineRule="auto"/>
    </w:pPr>
    <w:rPr>
      <w:rFonts w:ascii="Verdana" w:hAnsi="Verdana"/>
      <w:b w:val="0"/>
      <w:bCs/>
      <w:color w:val="auto"/>
      <w:sz w:val="18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C4FBB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Textkomente">
    <w:name w:val="annotation text"/>
    <w:basedOn w:val="Normln"/>
    <w:link w:val="TextkomenteChar"/>
    <w:semiHidden/>
    <w:unhideWhenUsed/>
    <w:rsid w:val="003C4FBB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3C4FBB"/>
    <w:rPr>
      <w:rFonts w:ascii="Arial" w:eastAsia="Times New Roman" w:hAnsi="Arial" w:cs="Times New Roman"/>
      <w:sz w:val="20"/>
      <w:szCs w:val="20"/>
      <w:lang w:eastAsia="cs-CZ"/>
    </w:rPr>
  </w:style>
  <w:style w:type="character" w:styleId="Odkaznakoment">
    <w:name w:val="annotation reference"/>
    <w:semiHidden/>
    <w:unhideWhenUsed/>
    <w:rsid w:val="003C4FBB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5546E"/>
    <w:pPr>
      <w:spacing w:after="24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5546E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Normlnlnek">
    <w:name w:val="Normální článek"/>
    <w:basedOn w:val="Nadpis1"/>
    <w:next w:val="Normlnodstavec"/>
    <w:qFormat/>
    <w:rsid w:val="00ED0C67"/>
    <w:pPr>
      <w:numPr>
        <w:numId w:val="34"/>
      </w:numPr>
      <w:suppressAutoHyphens w:val="0"/>
      <w:spacing w:before="240" w:after="0"/>
      <w:ind w:left="0"/>
    </w:pPr>
    <w:rPr>
      <w:rFonts w:ascii="Verdana" w:eastAsia="Times New Roman" w:hAnsi="Verdana" w:cs="Times New Roman"/>
      <w:bCs/>
      <w:iCs/>
      <w:color w:val="auto"/>
      <w:spacing w:val="0"/>
      <w:sz w:val="18"/>
      <w:szCs w:val="18"/>
    </w:rPr>
  </w:style>
  <w:style w:type="paragraph" w:customStyle="1" w:styleId="Normlnodstavec">
    <w:name w:val="Normální odstavec"/>
    <w:basedOn w:val="Nadpis2"/>
    <w:qFormat/>
    <w:rsid w:val="00ED0C67"/>
    <w:pPr>
      <w:numPr>
        <w:ilvl w:val="1"/>
        <w:numId w:val="34"/>
      </w:numPr>
      <w:pBdr>
        <w:top w:val="none" w:sz="0" w:space="0" w:color="auto"/>
      </w:pBdr>
      <w:tabs>
        <w:tab w:val="left" w:pos="1361"/>
      </w:tabs>
      <w:spacing w:after="0" w:line="276" w:lineRule="auto"/>
    </w:pPr>
    <w:rPr>
      <w:rFonts w:ascii="Verdana" w:eastAsia="Verdana" w:hAnsi="Verdana"/>
      <w:b w:val="0"/>
      <w:bCs/>
      <w:noProof/>
      <w:color w:val="auto"/>
      <w:sz w:val="18"/>
      <w:szCs w:val="26"/>
    </w:rPr>
  </w:style>
  <w:style w:type="paragraph" w:customStyle="1" w:styleId="podlnek">
    <w:name w:val="podčlánek"/>
    <w:basedOn w:val="Nadpis3"/>
    <w:qFormat/>
    <w:rsid w:val="00ED0C67"/>
    <w:pPr>
      <w:numPr>
        <w:ilvl w:val="2"/>
        <w:numId w:val="34"/>
      </w:numPr>
      <w:spacing w:before="200" w:after="0" w:line="276" w:lineRule="auto"/>
    </w:pPr>
    <w:rPr>
      <w:rFonts w:ascii="Verdana" w:hAnsi="Verdana"/>
      <w:b w:val="0"/>
      <w:bCs/>
      <w:color w:val="auto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978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2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1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D04BBB4-4DCA-407F-B6D9-DFF58C54EC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586F6B4-C360-4BA1-8CF3-2D15CC8B64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13</TotalTime>
  <Pages>2</Pages>
  <Words>437</Words>
  <Characters>2582</Characters>
  <Application>Microsoft Office Word</Application>
  <DocSecurity>0</DocSecurity>
  <Lines>21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Zachová Tereza, Ing.</cp:lastModifiedBy>
  <cp:revision>4</cp:revision>
  <cp:lastPrinted>2017-11-28T17:18:00Z</cp:lastPrinted>
  <dcterms:created xsi:type="dcterms:W3CDTF">2021-04-19T19:42:00Z</dcterms:created>
  <dcterms:modified xsi:type="dcterms:W3CDTF">2021-04-20T09:21:00Z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